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F5209" w14:textId="2474BBB9" w:rsidR="00112790" w:rsidRDefault="00112790" w:rsidP="50F261EB">
      <w:pPr>
        <w:pStyle w:val="NRCINSPECTIONMANUAL"/>
        <w:rPr>
          <w:szCs w:val="20"/>
        </w:rPr>
      </w:pPr>
      <w:r>
        <w:rPr>
          <w:b/>
          <w:sz w:val="38"/>
          <w:szCs w:val="38"/>
        </w:rPr>
        <w:tab/>
      </w:r>
      <w:r w:rsidRPr="00E11FB0">
        <w:rPr>
          <w:b/>
          <w:sz w:val="38"/>
          <w:szCs w:val="38"/>
        </w:rPr>
        <w:t>NRC INSPECTION MANUAL</w:t>
      </w:r>
      <w:r>
        <w:rPr>
          <w:b/>
          <w:sz w:val="38"/>
          <w:szCs w:val="38"/>
        </w:rPr>
        <w:tab/>
      </w:r>
      <w:r w:rsidR="00AB35F8">
        <w:rPr>
          <w:szCs w:val="20"/>
        </w:rPr>
        <w:t>NMSS</w:t>
      </w:r>
    </w:p>
    <w:p w14:paraId="325914DE" w14:textId="3F4C9F53" w:rsidR="002D27CF" w:rsidRPr="00120FD7" w:rsidRDefault="002D27CF" w:rsidP="00155D87">
      <w:pPr>
        <w:pStyle w:val="IMCIP"/>
      </w:pPr>
      <w:bookmarkStart w:id="0" w:name="_Hlk201741784"/>
      <w:r>
        <w:t>INSPECTION MANUAL CHAPTER 061</w:t>
      </w:r>
      <w:r w:rsidR="00AB35F8">
        <w:t>0</w:t>
      </w:r>
      <w:r>
        <w:t xml:space="preserve"> EXHIBIT </w:t>
      </w:r>
      <w:r w:rsidR="78B2678B">
        <w:t>2</w:t>
      </w:r>
    </w:p>
    <w:bookmarkEnd w:id="0"/>
    <w:p w14:paraId="183C3030" w14:textId="209B7DBE" w:rsidR="00112790" w:rsidRPr="00120FD7" w:rsidRDefault="00112790" w:rsidP="006A40BE">
      <w:pPr>
        <w:pStyle w:val="Title"/>
      </w:pPr>
      <w:r>
        <w:t xml:space="preserve">STANDARD </w:t>
      </w:r>
      <w:r w:rsidR="000C1F97">
        <w:t>N</w:t>
      </w:r>
      <w:r w:rsidR="00943919">
        <w:t>MSS</w:t>
      </w:r>
      <w:r w:rsidR="0024200B">
        <w:t xml:space="preserve"> INSPECTION REPORT OUTLINE</w:t>
      </w:r>
    </w:p>
    <w:p w14:paraId="2B4CAE2F" w14:textId="59E8806F" w:rsidR="00112790" w:rsidRDefault="00112790" w:rsidP="0034733D">
      <w:pPr>
        <w:pStyle w:val="EffectiveDate"/>
      </w:pPr>
      <w:r>
        <w:t xml:space="preserve">Effective Date: </w:t>
      </w:r>
      <w:r w:rsidR="48CB9E1C">
        <w:t>07</w:t>
      </w:r>
      <w:r w:rsidR="007D2B40">
        <w:t>/</w:t>
      </w:r>
      <w:r w:rsidR="380C9273">
        <w:t>01</w:t>
      </w:r>
      <w:r w:rsidR="007D2B40">
        <w:t>/</w:t>
      </w:r>
      <w:r w:rsidR="00DA3242">
        <w:t>2025</w:t>
      </w:r>
    </w:p>
    <w:p w14:paraId="0173FC57" w14:textId="449C29CC" w:rsidR="0075077C" w:rsidRPr="00CF7F6B" w:rsidRDefault="0075077C" w:rsidP="00CF7F6B">
      <w:pPr>
        <w:pStyle w:val="BodyText"/>
        <w:spacing w:after="0"/>
      </w:pPr>
      <w:r>
        <w:t>Cover Letter</w:t>
      </w:r>
      <w:r w:rsidR="003F743D">
        <w:t xml:space="preserve"> (I</w:t>
      </w:r>
      <w:r w:rsidR="005C79F1">
        <w:t xml:space="preserve">nspection Manual Chapter </w:t>
      </w:r>
      <w:r w:rsidR="00C941CD">
        <w:t>[I</w:t>
      </w:r>
      <w:r w:rsidR="003F743D">
        <w:t>MC</w:t>
      </w:r>
      <w:r w:rsidR="00C941CD">
        <w:t>]</w:t>
      </w:r>
      <w:r w:rsidR="0031587C">
        <w:t> </w:t>
      </w:r>
      <w:r w:rsidR="00B60692">
        <w:t>061</w:t>
      </w:r>
      <w:r w:rsidR="00600199">
        <w:t>0</w:t>
      </w:r>
      <w:r w:rsidR="00B60692">
        <w:t xml:space="preserve"> </w:t>
      </w:r>
      <w:r w:rsidR="006B4DD7">
        <w:t>Section </w:t>
      </w:r>
      <w:r w:rsidR="03DADE4E">
        <w:t>05</w:t>
      </w:r>
      <w:r w:rsidR="003F743D">
        <w:t>.01)</w:t>
      </w:r>
    </w:p>
    <w:p w14:paraId="59A44110" w14:textId="2577BD41" w:rsidR="0075077C" w:rsidRPr="00CF7F6B" w:rsidRDefault="0075077C" w:rsidP="00CF7F6B">
      <w:pPr>
        <w:pStyle w:val="BodyText"/>
        <w:spacing w:after="0"/>
      </w:pPr>
      <w:r>
        <w:t>Cover Page</w:t>
      </w:r>
      <w:r w:rsidR="003F743D">
        <w:t xml:space="preserve"> (IMC</w:t>
      </w:r>
      <w:r w:rsidR="0031587C">
        <w:t> </w:t>
      </w:r>
      <w:r w:rsidR="00B60692">
        <w:t>061</w:t>
      </w:r>
      <w:r w:rsidR="00600199">
        <w:t>0</w:t>
      </w:r>
      <w:r w:rsidR="00B60692">
        <w:t xml:space="preserve"> </w:t>
      </w:r>
      <w:r w:rsidR="006B4DD7">
        <w:t>Section </w:t>
      </w:r>
      <w:r w:rsidR="307FB97D">
        <w:t>05</w:t>
      </w:r>
      <w:r w:rsidR="003F743D">
        <w:t>.02)</w:t>
      </w:r>
    </w:p>
    <w:p w14:paraId="0D60EA25" w14:textId="15CD4B99" w:rsidR="00AF30CD" w:rsidRPr="00CF7F6B" w:rsidRDefault="00AF30CD" w:rsidP="00CF7F6B">
      <w:pPr>
        <w:pStyle w:val="BodyText"/>
        <w:spacing w:after="0"/>
      </w:pPr>
      <w:r>
        <w:t>Summary (IMC 061</w:t>
      </w:r>
      <w:r w:rsidR="00861E1B">
        <w:t>0</w:t>
      </w:r>
      <w:r>
        <w:t xml:space="preserve"> Section </w:t>
      </w:r>
      <w:r w:rsidR="19A2CD24">
        <w:t>05</w:t>
      </w:r>
      <w:r>
        <w:t>.03)</w:t>
      </w:r>
    </w:p>
    <w:p w14:paraId="3E88B8F9" w14:textId="24E3B670" w:rsidR="0075077C" w:rsidRDefault="0075077C" w:rsidP="50D7EB5C">
      <w:pPr>
        <w:pStyle w:val="BodyText"/>
        <w:spacing w:after="0"/>
      </w:pPr>
      <w:r>
        <w:t xml:space="preserve">Table of Contents </w:t>
      </w:r>
      <w:r w:rsidR="003F743D">
        <w:t>(IMC</w:t>
      </w:r>
      <w:r w:rsidR="0031587C">
        <w:t> </w:t>
      </w:r>
      <w:r w:rsidR="00B60692">
        <w:t>061</w:t>
      </w:r>
      <w:r w:rsidR="000457D7">
        <w:t>0</w:t>
      </w:r>
      <w:r w:rsidR="00B60692">
        <w:t xml:space="preserve"> </w:t>
      </w:r>
      <w:r w:rsidR="006B4DD7">
        <w:t>Section </w:t>
      </w:r>
      <w:r w:rsidR="0086A648">
        <w:t>05</w:t>
      </w:r>
      <w:r w:rsidR="003F743D">
        <w:t>.0</w:t>
      </w:r>
      <w:r w:rsidR="00AF30CD">
        <w:t>4</w:t>
      </w:r>
      <w:r w:rsidR="003F743D">
        <w:t>)</w:t>
      </w:r>
      <w:r w:rsidR="00C46043">
        <w:t xml:space="preserve"> – </w:t>
      </w:r>
      <w:r w:rsidR="0015130E">
        <w:t>i</w:t>
      </w:r>
      <w:r w:rsidR="00C46043">
        <w:t>f applicable</w:t>
      </w:r>
    </w:p>
    <w:p w14:paraId="489C5787" w14:textId="61B93A46" w:rsidR="0075077C" w:rsidRPr="00CF7F6B" w:rsidRDefault="383C988B" w:rsidP="00CF7F6B">
      <w:pPr>
        <w:pStyle w:val="BodyText"/>
        <w:spacing w:after="0"/>
      </w:pPr>
      <w:r>
        <w:t xml:space="preserve">Site </w:t>
      </w:r>
      <w:r w:rsidR="0075077C">
        <w:t>Status</w:t>
      </w:r>
      <w:r w:rsidR="003F743D">
        <w:t xml:space="preserve"> (IMC</w:t>
      </w:r>
      <w:r w:rsidR="0031587C">
        <w:t> </w:t>
      </w:r>
      <w:r w:rsidR="00B60692">
        <w:t>061</w:t>
      </w:r>
      <w:r w:rsidR="000457D7">
        <w:t>0</w:t>
      </w:r>
      <w:r w:rsidR="00B60692">
        <w:t xml:space="preserve"> </w:t>
      </w:r>
      <w:r w:rsidR="006B4DD7">
        <w:t>Section </w:t>
      </w:r>
      <w:r w:rsidR="5405A3E1">
        <w:t>05</w:t>
      </w:r>
      <w:r w:rsidR="003F743D">
        <w:t>.05)</w:t>
      </w:r>
    </w:p>
    <w:p w14:paraId="30D6B0A2" w14:textId="39821DF6" w:rsidR="0075077C" w:rsidRPr="00CF7F6B" w:rsidRDefault="00AF30CD" w:rsidP="00CF7F6B">
      <w:pPr>
        <w:pStyle w:val="BodyText"/>
        <w:spacing w:after="0"/>
      </w:pPr>
      <w:r>
        <w:t>Inspection Scope</w:t>
      </w:r>
      <w:r w:rsidR="003F743D">
        <w:t xml:space="preserve"> (IMC</w:t>
      </w:r>
      <w:r w:rsidR="0031587C">
        <w:t> </w:t>
      </w:r>
      <w:r w:rsidR="00B60692">
        <w:t>061</w:t>
      </w:r>
      <w:r w:rsidR="00054DD0">
        <w:t>0</w:t>
      </w:r>
      <w:r w:rsidR="00B60692">
        <w:t xml:space="preserve"> </w:t>
      </w:r>
      <w:r w:rsidR="006B4DD7">
        <w:t>Section </w:t>
      </w:r>
      <w:r w:rsidR="6F5478EA">
        <w:t>05</w:t>
      </w:r>
      <w:r w:rsidR="003F743D">
        <w:t>.06)</w:t>
      </w:r>
    </w:p>
    <w:p w14:paraId="3743017B" w14:textId="71FB8DDA" w:rsidR="00AF30CD" w:rsidRPr="00CF7F6B" w:rsidRDefault="00AF30CD" w:rsidP="00CF7F6B">
      <w:pPr>
        <w:pStyle w:val="BodyText"/>
        <w:spacing w:after="0"/>
      </w:pPr>
      <w:r>
        <w:t>Inspection Results (IMC 061</w:t>
      </w:r>
      <w:r w:rsidR="00DF2980">
        <w:t>0</w:t>
      </w:r>
      <w:r>
        <w:t xml:space="preserve"> Section </w:t>
      </w:r>
      <w:r w:rsidR="3A3E86A6">
        <w:t>05</w:t>
      </w:r>
      <w:r>
        <w:t>.07)</w:t>
      </w:r>
    </w:p>
    <w:p w14:paraId="209CA23A" w14:textId="1F9ED10F" w:rsidR="008E50C9" w:rsidRPr="00CF7F6B" w:rsidRDefault="008E50C9" w:rsidP="00CF7F6B">
      <w:pPr>
        <w:pStyle w:val="BodyText"/>
        <w:spacing w:after="0"/>
      </w:pPr>
      <w:r>
        <w:t>Exit Meeting</w:t>
      </w:r>
      <w:r w:rsidR="00AF30CD">
        <w:t>s and Debriefs</w:t>
      </w:r>
      <w:r>
        <w:t xml:space="preserve"> (IMC</w:t>
      </w:r>
      <w:r w:rsidR="0031587C">
        <w:t> </w:t>
      </w:r>
      <w:r w:rsidR="00B60692">
        <w:t>061</w:t>
      </w:r>
      <w:r w:rsidR="00850624">
        <w:t>0</w:t>
      </w:r>
      <w:r w:rsidR="00B60692">
        <w:t xml:space="preserve"> </w:t>
      </w:r>
      <w:r w:rsidR="006B4DD7">
        <w:t>Section </w:t>
      </w:r>
      <w:r w:rsidR="526A867A">
        <w:t>05</w:t>
      </w:r>
      <w:r>
        <w:t>.0</w:t>
      </w:r>
      <w:r w:rsidR="00AF30CD">
        <w:t>8)</w:t>
      </w:r>
    </w:p>
    <w:p w14:paraId="34085D0B" w14:textId="442EE969" w:rsidR="006B17E2" w:rsidRPr="00CF7F6B" w:rsidRDefault="006B17E2" w:rsidP="00CF7F6B">
      <w:pPr>
        <w:pStyle w:val="BodyText"/>
        <w:spacing w:after="0"/>
      </w:pPr>
      <w:r>
        <w:t>Third Party Reviews (IMC 061</w:t>
      </w:r>
      <w:r w:rsidR="00850624">
        <w:t>0</w:t>
      </w:r>
      <w:r>
        <w:t xml:space="preserve"> Section </w:t>
      </w:r>
      <w:r w:rsidR="78DC06E8">
        <w:t>05</w:t>
      </w:r>
      <w:r>
        <w:t>.09)</w:t>
      </w:r>
      <w:r w:rsidR="0015130E">
        <w:t xml:space="preserve"> – if applicable</w:t>
      </w:r>
    </w:p>
    <w:p w14:paraId="3FE63DE5" w14:textId="46EAE8B3" w:rsidR="00AF30CD" w:rsidRPr="00CF7F6B" w:rsidRDefault="00AF30CD" w:rsidP="00CF7F6B">
      <w:pPr>
        <w:pStyle w:val="BodyText"/>
        <w:spacing w:after="0"/>
      </w:pPr>
      <w:r>
        <w:t>Documents Reviewed (IMC 061</w:t>
      </w:r>
      <w:r w:rsidR="00850624">
        <w:t>0</w:t>
      </w:r>
      <w:r>
        <w:t xml:space="preserve"> Section </w:t>
      </w:r>
      <w:r w:rsidR="7ECC4D28">
        <w:t>05</w:t>
      </w:r>
      <w:r>
        <w:t>.</w:t>
      </w:r>
      <w:r w:rsidR="006B17E2">
        <w:t>10</w:t>
      </w:r>
      <w:r>
        <w:t>)</w:t>
      </w:r>
      <w:r w:rsidR="4F98AA4E">
        <w:t xml:space="preserve"> - if applicable</w:t>
      </w:r>
    </w:p>
    <w:p w14:paraId="7EE15E4B" w14:textId="1E73E546" w:rsidR="003F743D" w:rsidRDefault="008F7A17" w:rsidP="00CF7F6B">
      <w:pPr>
        <w:pStyle w:val="BodyText"/>
        <w:spacing w:after="0"/>
      </w:pPr>
      <w:r>
        <w:t>Report Attachments (IMC</w:t>
      </w:r>
      <w:r w:rsidR="0031587C">
        <w:t> </w:t>
      </w:r>
      <w:r w:rsidR="00B60692">
        <w:t>061</w:t>
      </w:r>
      <w:r w:rsidR="00850624">
        <w:t>0</w:t>
      </w:r>
      <w:r w:rsidR="00B60692">
        <w:t xml:space="preserve"> </w:t>
      </w:r>
      <w:r w:rsidR="006B4DD7">
        <w:t>Section </w:t>
      </w:r>
      <w:r w:rsidR="1B5BAF60">
        <w:t>05</w:t>
      </w:r>
      <w:r>
        <w:t>.</w:t>
      </w:r>
      <w:r w:rsidR="00AF30CD">
        <w:t>11</w:t>
      </w:r>
      <w:r>
        <w:t>)</w:t>
      </w:r>
      <w:r w:rsidR="00D0183F">
        <w:t xml:space="preserve"> – if applicable</w:t>
      </w:r>
    </w:p>
    <w:p w14:paraId="158CCDFC" w14:textId="23F12762" w:rsidR="0021307B" w:rsidRPr="00CF7F6B" w:rsidRDefault="0021307B" w:rsidP="00CF7F6B">
      <w:pPr>
        <w:pStyle w:val="BodyText"/>
        <w:spacing w:after="0"/>
      </w:pPr>
      <w:r>
        <w:t>List of Acro</w:t>
      </w:r>
      <w:r w:rsidR="00D21DB0">
        <w:t xml:space="preserve">nyms (IMC 0610 Section </w:t>
      </w:r>
      <w:r w:rsidR="77753146">
        <w:t>05</w:t>
      </w:r>
      <w:r w:rsidR="00D21DB0">
        <w:t>.12)</w:t>
      </w:r>
      <w:r w:rsidR="0015130E">
        <w:t xml:space="preserve"> – if applicable</w:t>
      </w:r>
    </w:p>
    <w:p w14:paraId="26EB56DD" w14:textId="7363741A" w:rsidR="008F7A17" w:rsidRDefault="00307215" w:rsidP="00CF7F6B">
      <w:pPr>
        <w:pStyle w:val="BodyText"/>
      </w:pPr>
      <w:r>
        <w:t>Cover Letter Enclosures (IMC 061</w:t>
      </w:r>
      <w:r w:rsidR="0021307B">
        <w:t>0</w:t>
      </w:r>
      <w:r>
        <w:t xml:space="preserve"> Section </w:t>
      </w:r>
      <w:r w:rsidR="0DDC5DC4">
        <w:t>05</w:t>
      </w:r>
      <w:r>
        <w:t>.1</w:t>
      </w:r>
      <w:r w:rsidR="0021307B">
        <w:t>3</w:t>
      </w:r>
      <w:r>
        <w:t>)</w:t>
      </w:r>
    </w:p>
    <w:p w14:paraId="0AF6EB86" w14:textId="63C5AFE2" w:rsidR="006D055D" w:rsidRDefault="006D055D" w:rsidP="00CF7F6B">
      <w:pPr>
        <w:pStyle w:val="BodyText"/>
      </w:pPr>
      <w:r>
        <w:t xml:space="preserve">Refer to the </w:t>
      </w:r>
      <w:r w:rsidR="6E175273">
        <w:t xml:space="preserve">following </w:t>
      </w:r>
      <w:r>
        <w:t xml:space="preserve">IMCs for the </w:t>
      </w:r>
      <w:r w:rsidR="657CD3F4">
        <w:t xml:space="preserve">applicable </w:t>
      </w:r>
      <w:r w:rsidR="002246B7">
        <w:t>core and discretionary procedures to be implemented</w:t>
      </w:r>
      <w:r w:rsidR="4AE4B3D5">
        <w:t>:</w:t>
      </w:r>
    </w:p>
    <w:p w14:paraId="1313E6FF" w14:textId="7858DB61" w:rsidR="00B33402" w:rsidRDefault="009C5B48" w:rsidP="00CF7F6B">
      <w:pPr>
        <w:pStyle w:val="BodyText"/>
      </w:pPr>
      <w:r>
        <w:t>1.</w:t>
      </w:r>
      <w:r>
        <w:tab/>
      </w:r>
      <w:r w:rsidR="00C941CD">
        <w:t>IMC 2561</w:t>
      </w:r>
      <w:r w:rsidR="002F5716">
        <w:t xml:space="preserve">, </w:t>
      </w:r>
      <w:r w:rsidR="00D64BC7">
        <w:t>“</w:t>
      </w:r>
      <w:r w:rsidR="002F5716" w:rsidRPr="002F5716">
        <w:t>Decommissioning Power Reactor Inspection Program</w:t>
      </w:r>
      <w:r w:rsidR="00D64BC7">
        <w:t>”</w:t>
      </w:r>
    </w:p>
    <w:p w14:paraId="1E6B853D" w14:textId="6FA08BDD" w:rsidR="00C941CD" w:rsidRDefault="00C941CD" w:rsidP="00595C79">
      <w:pPr>
        <w:pStyle w:val="BodyText"/>
        <w:ind w:left="720" w:hanging="720"/>
      </w:pPr>
      <w:r>
        <w:t>2.</w:t>
      </w:r>
      <w:r>
        <w:tab/>
        <w:t>IMC 2602</w:t>
      </w:r>
      <w:r w:rsidR="00595C79">
        <w:t xml:space="preserve">, </w:t>
      </w:r>
      <w:r w:rsidR="00D64BC7">
        <w:t>“</w:t>
      </w:r>
      <w:r w:rsidR="00595C79" w:rsidRPr="00595C79">
        <w:t>D</w:t>
      </w:r>
      <w:r w:rsidR="00595C79">
        <w:t>ecommissioning Fuel Cycle, Uranium Recovery, and Materials Inspection Program</w:t>
      </w:r>
      <w:r w:rsidR="00D64BC7">
        <w:t>”</w:t>
      </w:r>
    </w:p>
    <w:p w14:paraId="7917BB5C" w14:textId="5596D670" w:rsidR="007C2746" w:rsidRDefault="00C941CD" w:rsidP="007C2746">
      <w:pPr>
        <w:pStyle w:val="BodyText"/>
        <w:ind w:left="720" w:hanging="720"/>
      </w:pPr>
      <w:r>
        <w:t>3.</w:t>
      </w:r>
      <w:r>
        <w:tab/>
        <w:t>IMC</w:t>
      </w:r>
      <w:r w:rsidR="00DD67A7">
        <w:t xml:space="preserve"> 2801</w:t>
      </w:r>
      <w:r w:rsidR="007C2746">
        <w:t xml:space="preserve">, </w:t>
      </w:r>
      <w:r w:rsidR="00D64BC7">
        <w:t>“</w:t>
      </w:r>
      <w:r w:rsidR="007C2746" w:rsidRPr="007C2746">
        <w:t>U</w:t>
      </w:r>
      <w:r w:rsidR="007C2746">
        <w:t>ranium Recovery and 1</w:t>
      </w:r>
      <w:r w:rsidR="007C2746" w:rsidRPr="007C2746">
        <w:t xml:space="preserve">1e.(2) </w:t>
      </w:r>
      <w:r w:rsidR="007C2746">
        <w:t>Byproduct Material Facility Inspection Program</w:t>
      </w:r>
      <w:r w:rsidR="00D64BC7">
        <w:t>”</w:t>
      </w:r>
    </w:p>
    <w:p w14:paraId="1FF5D922" w14:textId="2E5C764B" w:rsidR="00DD67A7" w:rsidRDefault="008A0316" w:rsidP="00D32128">
      <w:pPr>
        <w:pStyle w:val="BodyText"/>
        <w:ind w:left="720" w:hanging="720"/>
      </w:pPr>
      <w:r>
        <w:t>4</w:t>
      </w:r>
      <w:r w:rsidR="00DD67A7">
        <w:t>.</w:t>
      </w:r>
      <w:r w:rsidR="00DD67A7">
        <w:tab/>
        <w:t xml:space="preserve">IMC </w:t>
      </w:r>
      <w:r w:rsidR="0075545B">
        <w:t>2800</w:t>
      </w:r>
      <w:r w:rsidR="00724CF4">
        <w:t xml:space="preserve">, </w:t>
      </w:r>
      <w:r w:rsidR="00D64BC7">
        <w:t>“</w:t>
      </w:r>
      <w:r w:rsidR="00724CF4">
        <w:t>Materials Inspection Program</w:t>
      </w:r>
      <w:r w:rsidR="00D64BC7">
        <w:t>”</w:t>
      </w:r>
      <w:r w:rsidR="00CD00F2">
        <w:t xml:space="preserve"> (as applicable)</w:t>
      </w:r>
    </w:p>
    <w:p w14:paraId="35FA0C82" w14:textId="4574283F" w:rsidR="00D32128" w:rsidRDefault="008A0316" w:rsidP="00D32128">
      <w:pPr>
        <w:pStyle w:val="BodyText"/>
        <w:ind w:left="720" w:hanging="720"/>
      </w:pPr>
      <w:r>
        <w:t>5</w:t>
      </w:r>
      <w:r w:rsidR="000D2E27">
        <w:t>.</w:t>
      </w:r>
      <w:r w:rsidR="000D2E27">
        <w:tab/>
        <w:t xml:space="preserve">IMC </w:t>
      </w:r>
      <w:r w:rsidR="007867FF">
        <w:t>0111</w:t>
      </w:r>
      <w:r w:rsidR="00D32128">
        <w:t xml:space="preserve">, </w:t>
      </w:r>
      <w:r w:rsidR="00D64BC7">
        <w:t>“</w:t>
      </w:r>
      <w:r w:rsidR="00D32128" w:rsidRPr="00D32128">
        <w:t>R</w:t>
      </w:r>
      <w:r w:rsidR="00D32128">
        <w:t>egion I Monitoring Activities for the Department of Energy West Valley Demonstration Project</w:t>
      </w:r>
      <w:r w:rsidR="00D64BC7">
        <w:t>”</w:t>
      </w:r>
    </w:p>
    <w:p w14:paraId="06AA11BC" w14:textId="517ABFD0" w:rsidR="00A85D4D" w:rsidRDefault="008A0316" w:rsidP="006603B1">
      <w:pPr>
        <w:pStyle w:val="BodyText"/>
        <w:ind w:left="720" w:hanging="720"/>
      </w:pPr>
      <w:r>
        <w:t>6</w:t>
      </w:r>
      <w:r w:rsidR="00B15D98">
        <w:t>.</w:t>
      </w:r>
      <w:r w:rsidR="00A85D4D">
        <w:tab/>
        <w:t>IMC 2565</w:t>
      </w:r>
      <w:r w:rsidR="00C0487E">
        <w:t xml:space="preserve">, </w:t>
      </w:r>
      <w:r w:rsidR="00D64BC7">
        <w:t>“</w:t>
      </w:r>
      <w:r w:rsidR="00C0487E">
        <w:t>R</w:t>
      </w:r>
      <w:r w:rsidR="053436B1">
        <w:t xml:space="preserve">egional Inspection </w:t>
      </w:r>
      <w:r w:rsidR="5B847B29">
        <w:t>Activities</w:t>
      </w:r>
      <w:r w:rsidR="053436B1">
        <w:t xml:space="preserve"> for </w:t>
      </w:r>
      <w:r w:rsidR="00C0487E">
        <w:t>N</w:t>
      </w:r>
      <w:r w:rsidR="3FDD021D">
        <w:t>aval Reactors Vessels Undergoing Decommissioning</w:t>
      </w:r>
      <w:r w:rsidR="00D64BC7">
        <w:t>”</w:t>
      </w:r>
    </w:p>
    <w:p w14:paraId="0DAD95F0" w14:textId="76296822" w:rsidR="00D0183F" w:rsidRDefault="008A0316" w:rsidP="00756460">
      <w:pPr>
        <w:pStyle w:val="BodyText"/>
        <w:ind w:left="720" w:hanging="720"/>
      </w:pPr>
      <w:r>
        <w:t>7</w:t>
      </w:r>
      <w:r w:rsidR="000D0062">
        <w:t>.</w:t>
      </w:r>
      <w:r w:rsidR="000D0062">
        <w:tab/>
        <w:t>IMC 2690</w:t>
      </w:r>
      <w:r w:rsidR="00F84A8C">
        <w:t xml:space="preserve">, </w:t>
      </w:r>
      <w:r w:rsidR="00D64BC7">
        <w:t>“</w:t>
      </w:r>
      <w:r w:rsidR="00F84A8C" w:rsidRPr="00F84A8C">
        <w:t>I</w:t>
      </w:r>
      <w:r w:rsidR="006603B1">
        <w:t>nspection Program for Storage</w:t>
      </w:r>
      <w:r w:rsidR="00F84A8C" w:rsidRPr="00F84A8C">
        <w:t xml:space="preserve"> </w:t>
      </w:r>
      <w:r w:rsidR="00756460">
        <w:t xml:space="preserve">of Spent Reactor Fuel and Reactor-Related Greater-Than-Class C Waste at Independent Spent Fuel Storage Installations and for </w:t>
      </w:r>
      <w:r w:rsidR="009722BC">
        <w:t>10</w:t>
      </w:r>
      <w:r w:rsidR="00D64BC7">
        <w:t> </w:t>
      </w:r>
      <w:r w:rsidR="00756460">
        <w:t>CFR Part 71 Transportation Packagings</w:t>
      </w:r>
      <w:r w:rsidR="00D64BC7">
        <w:t>”</w:t>
      </w:r>
    </w:p>
    <w:p w14:paraId="1FC42035" w14:textId="4A2E3282" w:rsidR="0075077C" w:rsidRPr="00112790" w:rsidRDefault="0075077C" w:rsidP="00496EAE">
      <w:pPr>
        <w:pStyle w:val="END"/>
      </w:pPr>
      <w:r w:rsidRPr="00112790">
        <w:t>END</w:t>
      </w:r>
    </w:p>
    <w:p w14:paraId="42144A33" w14:textId="77777777" w:rsidR="00BC4BFB" w:rsidRPr="00D62D74" w:rsidRDefault="00BC4BFB" w:rsidP="00F118BA">
      <w:pPr>
        <w:widowControl/>
        <w:tabs>
          <w:tab w:val="center" w:pos="4680"/>
        </w:tabs>
        <w:outlineLvl w:val="0"/>
        <w:sectPr w:rsidR="00BC4BFB" w:rsidRPr="00D62D74" w:rsidSect="00E81451"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1F6F622B" w14:textId="201164AA" w:rsidR="00BC4BFB" w:rsidRPr="00D62D74" w:rsidRDefault="007A5190" w:rsidP="00F118BA">
      <w:pPr>
        <w:widowControl/>
        <w:jc w:val="center"/>
      </w:pPr>
      <w:r>
        <w:lastRenderedPageBreak/>
        <w:t>A</w:t>
      </w:r>
      <w:r w:rsidR="00D62D74">
        <w:t>ttachment </w:t>
      </w:r>
      <w:r w:rsidR="00BC4BFB">
        <w:t>1</w:t>
      </w:r>
      <w:r w:rsidR="000639B1">
        <w:t xml:space="preserve">: </w:t>
      </w:r>
      <w:r w:rsidR="00BC4BFB">
        <w:t xml:space="preserve">Revision </w:t>
      </w:r>
      <w:r w:rsidR="00D020E4">
        <w:t>H</w:t>
      </w:r>
      <w:r w:rsidR="00BC4BFB">
        <w:t>istory for IMC</w:t>
      </w:r>
      <w:r w:rsidR="00D62D74">
        <w:t> </w:t>
      </w:r>
      <w:r w:rsidR="009C4581">
        <w:t>061</w:t>
      </w:r>
      <w:r w:rsidR="00356AEA">
        <w:t>0</w:t>
      </w:r>
      <w:r w:rsidR="009C4581">
        <w:t xml:space="preserve"> </w:t>
      </w:r>
      <w:r w:rsidR="00BC4BFB">
        <w:t>Exhibit</w:t>
      </w:r>
      <w:r w:rsidR="00D62D74">
        <w:t> </w:t>
      </w:r>
      <w:r w:rsidR="60565EB4">
        <w:t>2</w:t>
      </w:r>
    </w:p>
    <w:p w14:paraId="0F15C4B8" w14:textId="77777777" w:rsidR="00BC4BFB" w:rsidRPr="00D62D74" w:rsidDel="00100A09" w:rsidRDefault="00BC4BFB" w:rsidP="00F118BA">
      <w:pPr>
        <w:widowControl/>
        <w:jc w:val="center"/>
      </w:pPr>
    </w:p>
    <w:tbl>
      <w:tblPr>
        <w:tblW w:w="13101" w:type="dxa"/>
        <w:tblInd w:w="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5631"/>
        <w:gridCol w:w="1800"/>
        <w:gridCol w:w="2430"/>
      </w:tblGrid>
      <w:tr w:rsidR="00F65362" w:rsidRPr="00D62D74" w14:paraId="5DDD5DFC" w14:textId="77777777" w:rsidTr="000639B1">
        <w:trPr>
          <w:tblHeader/>
        </w:trPr>
        <w:tc>
          <w:tcPr>
            <w:tcW w:w="153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288A0E" w14:textId="77777777" w:rsidR="00F65362" w:rsidRPr="00F65362" w:rsidRDefault="00F65362" w:rsidP="000639B1">
            <w:pPr>
              <w:pStyle w:val="BodyText-table"/>
            </w:pPr>
            <w:r>
              <w:t>Commitment Tracking Number</w:t>
            </w:r>
          </w:p>
        </w:tc>
        <w:tc>
          <w:tcPr>
            <w:tcW w:w="171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B45124E" w14:textId="77777777" w:rsidR="00F65362" w:rsidRPr="00F65362" w:rsidRDefault="00F65362" w:rsidP="000639B1">
            <w:pPr>
              <w:pStyle w:val="BodyText-table"/>
            </w:pPr>
            <w:bookmarkStart w:id="1" w:name="_Toc322953153"/>
            <w:bookmarkStart w:id="2" w:name="_Toc330541679"/>
            <w:bookmarkStart w:id="3" w:name="_Toc343509847"/>
            <w:r>
              <w:t>Accession Number</w:t>
            </w:r>
            <w:bookmarkEnd w:id="1"/>
            <w:bookmarkEnd w:id="2"/>
            <w:bookmarkEnd w:id="3"/>
          </w:p>
          <w:p w14:paraId="43DBFE4C" w14:textId="77777777" w:rsidR="00F65362" w:rsidRPr="00F65362" w:rsidRDefault="00F65362" w:rsidP="000639B1">
            <w:pPr>
              <w:pStyle w:val="BodyText-table"/>
            </w:pPr>
            <w:bookmarkStart w:id="4" w:name="_Toc322953154"/>
            <w:bookmarkStart w:id="5" w:name="_Toc330541680"/>
            <w:bookmarkStart w:id="6" w:name="_Toc343509848"/>
            <w:r>
              <w:t>Issue Date</w:t>
            </w:r>
            <w:bookmarkEnd w:id="4"/>
            <w:bookmarkEnd w:id="5"/>
            <w:bookmarkEnd w:id="6"/>
          </w:p>
          <w:p w14:paraId="69B779C8" w14:textId="77777777" w:rsidR="00F65362" w:rsidRPr="00F65362" w:rsidRDefault="00F65362" w:rsidP="000639B1">
            <w:pPr>
              <w:pStyle w:val="BodyText-table"/>
            </w:pPr>
            <w:r>
              <w:t>Change Notice</w:t>
            </w:r>
          </w:p>
        </w:tc>
        <w:tc>
          <w:tcPr>
            <w:tcW w:w="563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EC7D522" w14:textId="77777777" w:rsidR="00F65362" w:rsidRPr="00F65362" w:rsidRDefault="00F65362" w:rsidP="000639B1">
            <w:pPr>
              <w:pStyle w:val="BodyText-table"/>
            </w:pPr>
            <w:r>
              <w:t>Description of Change</w:t>
            </w:r>
          </w:p>
        </w:tc>
        <w:tc>
          <w:tcPr>
            <w:tcW w:w="180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3484D46" w14:textId="77777777" w:rsidR="00F65362" w:rsidRPr="00F65362" w:rsidRDefault="00F65362" w:rsidP="000639B1">
            <w:pPr>
              <w:pStyle w:val="BodyText-table"/>
            </w:pPr>
            <w:r>
              <w:t>Description of Training Required and Completion Date</w:t>
            </w:r>
          </w:p>
        </w:tc>
        <w:tc>
          <w:tcPr>
            <w:tcW w:w="243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7C93AB0" w14:textId="77777777" w:rsidR="00F65362" w:rsidRPr="00F65362" w:rsidRDefault="00F65362" w:rsidP="000639B1">
            <w:pPr>
              <w:pStyle w:val="BodyText-table"/>
            </w:pPr>
            <w:r>
              <w:t>Comment Resolution and Closed Feedback Form Accession Number (Pre-Decisional, Non-Public Information)</w:t>
            </w:r>
          </w:p>
        </w:tc>
      </w:tr>
      <w:tr w:rsidR="00D62D74" w:rsidRPr="00D62D74" w14:paraId="0692585F" w14:textId="77777777" w:rsidTr="000639B1">
        <w:trPr>
          <w:trHeight w:val="384"/>
        </w:trPr>
        <w:tc>
          <w:tcPr>
            <w:tcW w:w="153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06B638B" w14:textId="4E227D0E" w:rsidR="00D62D74" w:rsidRPr="00D62D74" w:rsidRDefault="7CD839A6" w:rsidP="000639B1">
            <w:pPr>
              <w:pStyle w:val="BodyText-table"/>
            </w:pPr>
            <w:r>
              <w:t>N/A</w:t>
            </w:r>
          </w:p>
        </w:tc>
        <w:tc>
          <w:tcPr>
            <w:tcW w:w="171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78CE9F8" w14:textId="6ACC85A9" w:rsidR="00C90E4E" w:rsidRDefault="67153975" w:rsidP="000639B1">
            <w:pPr>
              <w:pStyle w:val="BodyText-table"/>
            </w:pPr>
            <w:r>
              <w:t>ML25149A218</w:t>
            </w:r>
            <w:r w:rsidR="006E41C7">
              <w:t>0</w:t>
            </w:r>
            <w:r w:rsidR="00D64BC7">
              <w:t>06</w:t>
            </w:r>
            <w:r w:rsidR="006E41C7">
              <w:t>/</w:t>
            </w:r>
            <w:r w:rsidR="00D64BC7">
              <w:t>27</w:t>
            </w:r>
            <w:r w:rsidR="006E41C7">
              <w:t>/25</w:t>
            </w:r>
          </w:p>
          <w:p w14:paraId="79284FC2" w14:textId="753F3956" w:rsidR="006E41C7" w:rsidRPr="00D62D74" w:rsidRDefault="006E41C7" w:rsidP="000639B1">
            <w:pPr>
              <w:pStyle w:val="BodyText-table"/>
            </w:pPr>
            <w:r>
              <w:t>CN-</w:t>
            </w:r>
            <w:r w:rsidR="00D64BC7">
              <w:t>023</w:t>
            </w:r>
          </w:p>
        </w:tc>
        <w:tc>
          <w:tcPr>
            <w:tcW w:w="5631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A88ABD5" w14:textId="158780FF" w:rsidR="00D62D74" w:rsidRPr="00D62D74" w:rsidRDefault="00356AEA" w:rsidP="000639B1">
            <w:pPr>
              <w:pStyle w:val="BodyText-table"/>
            </w:pPr>
            <w:r>
              <w:t>Initial Issuance</w:t>
            </w:r>
            <w:r w:rsidR="00D64BC7">
              <w:t>.</w:t>
            </w:r>
          </w:p>
        </w:tc>
        <w:tc>
          <w:tcPr>
            <w:tcW w:w="180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834D995" w14:textId="101B02BC" w:rsidR="00D62D74" w:rsidRPr="00D62D74" w:rsidRDefault="5B815DF0" w:rsidP="000639B1">
            <w:pPr>
              <w:pStyle w:val="BodyText-table"/>
            </w:pPr>
            <w:r>
              <w:t>None</w:t>
            </w:r>
          </w:p>
        </w:tc>
        <w:tc>
          <w:tcPr>
            <w:tcW w:w="2430" w:type="dxa"/>
            <w:tcBorders>
              <w:top w:val="single" w:sz="7" w:space="0" w:color="000000" w:themeColor="text1"/>
              <w:left w:val="single" w:sz="7" w:space="0" w:color="000000" w:themeColor="text1"/>
              <w:bottom w:val="single" w:sz="7" w:space="0" w:color="000000" w:themeColor="text1"/>
              <w:right w:val="single" w:sz="7" w:space="0" w:color="000000" w:themeColor="text1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E8BDC61" w14:textId="6E8417AF" w:rsidR="00D62D74" w:rsidRPr="00D62D74" w:rsidRDefault="5B815DF0" w:rsidP="000639B1">
            <w:pPr>
              <w:pStyle w:val="BodyText-table"/>
            </w:pPr>
            <w:r w:rsidRPr="4FABEE15">
              <w:rPr>
                <w:rFonts w:eastAsia="Arial"/>
              </w:rPr>
              <w:t>ML25149A221</w:t>
            </w:r>
          </w:p>
        </w:tc>
      </w:tr>
    </w:tbl>
    <w:p w14:paraId="45284035" w14:textId="77777777" w:rsidR="00BC4BFB" w:rsidRPr="00D62D74" w:rsidRDefault="00BC4BFB" w:rsidP="00B60692">
      <w:pPr>
        <w:widowControl/>
        <w:jc w:val="center"/>
      </w:pPr>
    </w:p>
    <w:sectPr w:rsidR="00BC4BFB" w:rsidRPr="00D62D74" w:rsidSect="00E81451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B0F76" w14:textId="77777777" w:rsidR="00724223" w:rsidRDefault="00724223">
      <w:r>
        <w:separator/>
      </w:r>
    </w:p>
  </w:endnote>
  <w:endnote w:type="continuationSeparator" w:id="0">
    <w:p w14:paraId="3B51CC91" w14:textId="77777777" w:rsidR="00724223" w:rsidRDefault="00724223">
      <w:r>
        <w:continuationSeparator/>
      </w:r>
    </w:p>
  </w:endnote>
  <w:endnote w:type="continuationNotice" w:id="1">
    <w:p w14:paraId="42FC2F72" w14:textId="77777777" w:rsidR="00724223" w:rsidRDefault="00724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6F80D" w14:textId="77777777" w:rsidR="00F71937" w:rsidRDefault="00F71937">
    <w:pPr>
      <w:spacing w:line="240" w:lineRule="exact"/>
    </w:pPr>
  </w:p>
  <w:p w14:paraId="1876F247" w14:textId="77777777" w:rsidR="00F71937" w:rsidRDefault="00F71937">
    <w:pPr>
      <w:tabs>
        <w:tab w:val="center" w:pos="4680"/>
        <w:tab w:val="right" w:pos="9360"/>
      </w:tabs>
    </w:pPr>
    <w:r>
      <w:t>0612 Exh 1</w:t>
    </w:r>
    <w:r>
      <w:tab/>
      <w:t>Exh 1-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  <w:r>
      <w:tab/>
      <w:t>Issue Date: 09/30/05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7C3AA" w14:textId="43AE2CE3" w:rsidR="00F71937" w:rsidRPr="00D62D74" w:rsidRDefault="4E5E5533" w:rsidP="00A7558D">
    <w:pPr>
      <w:tabs>
        <w:tab w:val="center" w:pos="4680"/>
        <w:tab w:val="right" w:pos="9360"/>
      </w:tabs>
    </w:pPr>
    <w:r>
      <w:t xml:space="preserve">Issue Date: </w:t>
    </w:r>
    <w:r w:rsidR="002D7106">
      <w:t>06/27/25</w:t>
    </w:r>
    <w:r w:rsidR="00F71937">
      <w:tab/>
    </w:r>
    <w:r w:rsidR="00F71937" w:rsidRPr="4E5E5533">
      <w:rPr>
        <w:noProof/>
      </w:rPr>
      <w:fldChar w:fldCharType="begin"/>
    </w:r>
    <w:r w:rsidR="00F71937">
      <w:instrText xml:space="preserve">PAGE </w:instrText>
    </w:r>
    <w:r w:rsidR="00F71937" w:rsidRPr="4E5E5533">
      <w:fldChar w:fldCharType="separate"/>
    </w:r>
    <w:r w:rsidRPr="4E5E5533">
      <w:rPr>
        <w:noProof/>
      </w:rPr>
      <w:t>1</w:t>
    </w:r>
    <w:r w:rsidR="00F71937" w:rsidRPr="4E5E5533">
      <w:rPr>
        <w:noProof/>
      </w:rPr>
      <w:fldChar w:fldCharType="end"/>
    </w:r>
    <w:r w:rsidR="00F71937">
      <w:tab/>
    </w:r>
    <w:r>
      <w:t>0610 Exh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6D45" w14:textId="2F331FC1" w:rsidR="00F71937" w:rsidRPr="00AD60EC" w:rsidRDefault="4E5E5533" w:rsidP="00A7558D">
    <w:pPr>
      <w:tabs>
        <w:tab w:val="center" w:pos="6480"/>
        <w:tab w:val="right" w:pos="12960"/>
      </w:tabs>
    </w:pPr>
    <w:r>
      <w:t xml:space="preserve">Issue Date: </w:t>
    </w:r>
    <w:r w:rsidR="006E41C7">
      <w:t>06</w:t>
    </w:r>
    <w:r>
      <w:t>/</w:t>
    </w:r>
    <w:r w:rsidR="002D7106">
      <w:t>27</w:t>
    </w:r>
    <w:r>
      <w:t>/25</w:t>
    </w:r>
    <w:r w:rsidR="00F71937">
      <w:tab/>
    </w:r>
    <w:r>
      <w:t>Att1-</w:t>
    </w:r>
    <w:r w:rsidR="00F71937" w:rsidRPr="4E5E5533">
      <w:rPr>
        <w:noProof/>
      </w:rPr>
      <w:fldChar w:fldCharType="begin"/>
    </w:r>
    <w:r w:rsidR="00F71937">
      <w:instrText xml:space="preserve">PAGE </w:instrText>
    </w:r>
    <w:r w:rsidR="00F71937" w:rsidRPr="4E5E5533">
      <w:fldChar w:fldCharType="separate"/>
    </w:r>
    <w:r w:rsidRPr="4E5E5533">
      <w:rPr>
        <w:noProof/>
      </w:rPr>
      <w:t>1</w:t>
    </w:r>
    <w:r w:rsidR="00F71937" w:rsidRPr="4E5E5533">
      <w:rPr>
        <w:noProof/>
      </w:rPr>
      <w:fldChar w:fldCharType="end"/>
    </w:r>
    <w:r w:rsidR="00F71937">
      <w:tab/>
    </w:r>
    <w:r>
      <w:t>0610 Exh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7C961" w14:textId="77777777" w:rsidR="00724223" w:rsidRDefault="00724223">
      <w:r>
        <w:separator/>
      </w:r>
    </w:p>
  </w:footnote>
  <w:footnote w:type="continuationSeparator" w:id="0">
    <w:p w14:paraId="78B68261" w14:textId="77777777" w:rsidR="00724223" w:rsidRDefault="00724223">
      <w:r>
        <w:continuationSeparator/>
      </w:r>
    </w:p>
  </w:footnote>
  <w:footnote w:type="continuationNotice" w:id="1">
    <w:p w14:paraId="0D393DB2" w14:textId="77777777" w:rsidR="00724223" w:rsidRDefault="007242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E5E5533" w14:paraId="6472E303" w14:textId="77777777" w:rsidTr="4E5E5533">
      <w:trPr>
        <w:trHeight w:val="300"/>
      </w:trPr>
      <w:tc>
        <w:tcPr>
          <w:tcW w:w="3120" w:type="dxa"/>
        </w:tcPr>
        <w:p w14:paraId="05A36C2D" w14:textId="2C6B369C" w:rsidR="4E5E5533" w:rsidRDefault="4E5E5533" w:rsidP="4E5E5533">
          <w:pPr>
            <w:pStyle w:val="Header"/>
            <w:ind w:left="-115"/>
          </w:pPr>
        </w:p>
      </w:tc>
      <w:tc>
        <w:tcPr>
          <w:tcW w:w="3120" w:type="dxa"/>
        </w:tcPr>
        <w:p w14:paraId="4589104D" w14:textId="26E1A858" w:rsidR="4E5E5533" w:rsidRDefault="4E5E5533" w:rsidP="4E5E5533">
          <w:pPr>
            <w:pStyle w:val="Header"/>
            <w:jc w:val="center"/>
          </w:pPr>
        </w:p>
      </w:tc>
      <w:tc>
        <w:tcPr>
          <w:tcW w:w="3120" w:type="dxa"/>
        </w:tcPr>
        <w:p w14:paraId="64FD46EB" w14:textId="6BD54772" w:rsidR="4E5E5533" w:rsidRDefault="4E5E5533" w:rsidP="4E5E5533">
          <w:pPr>
            <w:pStyle w:val="Header"/>
            <w:ind w:right="-115"/>
            <w:jc w:val="right"/>
          </w:pPr>
        </w:p>
      </w:tc>
    </w:tr>
  </w:tbl>
  <w:p w14:paraId="6CF68DFE" w14:textId="1F87CD17" w:rsidR="4E5E5533" w:rsidRDefault="4E5E5533" w:rsidP="4E5E55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4E5E5533" w14:paraId="5AC91995" w14:textId="77777777" w:rsidTr="4E5E5533">
      <w:trPr>
        <w:trHeight w:val="300"/>
      </w:trPr>
      <w:tc>
        <w:tcPr>
          <w:tcW w:w="4320" w:type="dxa"/>
        </w:tcPr>
        <w:p w14:paraId="701CC84B" w14:textId="3749903B" w:rsidR="4E5E5533" w:rsidRDefault="4E5E5533" w:rsidP="4E5E5533">
          <w:pPr>
            <w:pStyle w:val="Header"/>
            <w:ind w:left="-115"/>
          </w:pPr>
        </w:p>
      </w:tc>
      <w:tc>
        <w:tcPr>
          <w:tcW w:w="4320" w:type="dxa"/>
        </w:tcPr>
        <w:p w14:paraId="6E3DFB55" w14:textId="1CCDF804" w:rsidR="4E5E5533" w:rsidRDefault="4E5E5533" w:rsidP="4E5E5533">
          <w:pPr>
            <w:pStyle w:val="Header"/>
            <w:jc w:val="center"/>
          </w:pPr>
        </w:p>
      </w:tc>
      <w:tc>
        <w:tcPr>
          <w:tcW w:w="4320" w:type="dxa"/>
        </w:tcPr>
        <w:p w14:paraId="5DF88FC4" w14:textId="2D11A1A1" w:rsidR="4E5E5533" w:rsidRDefault="4E5E5533" w:rsidP="4E5E5533">
          <w:pPr>
            <w:pStyle w:val="Header"/>
            <w:ind w:right="-115"/>
            <w:jc w:val="right"/>
          </w:pPr>
        </w:p>
      </w:tc>
    </w:tr>
  </w:tbl>
  <w:p w14:paraId="1FC1BE98" w14:textId="51D19F6E" w:rsidR="4E5E5533" w:rsidRDefault="4E5E5533" w:rsidP="4E5E55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8AECA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E24CA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E6C95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68C2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18A7F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60D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20F9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C4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DCA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1C15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CC01DC"/>
    <w:multiLevelType w:val="hybridMultilevel"/>
    <w:tmpl w:val="CA140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C30584"/>
    <w:multiLevelType w:val="hybridMultilevel"/>
    <w:tmpl w:val="D55A7F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6C0117"/>
    <w:multiLevelType w:val="hybridMultilevel"/>
    <w:tmpl w:val="6154308A"/>
    <w:lvl w:ilvl="0" w:tplc="026C3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163762">
    <w:abstractNumId w:val="11"/>
  </w:num>
  <w:num w:numId="2" w16cid:durableId="1673680898">
    <w:abstractNumId w:val="12"/>
  </w:num>
  <w:num w:numId="3" w16cid:durableId="1215238302">
    <w:abstractNumId w:val="10"/>
  </w:num>
  <w:num w:numId="4" w16cid:durableId="2144542955">
    <w:abstractNumId w:val="9"/>
  </w:num>
  <w:num w:numId="5" w16cid:durableId="1475560395">
    <w:abstractNumId w:val="7"/>
  </w:num>
  <w:num w:numId="6" w16cid:durableId="212692943">
    <w:abstractNumId w:val="6"/>
  </w:num>
  <w:num w:numId="7" w16cid:durableId="740641524">
    <w:abstractNumId w:val="5"/>
  </w:num>
  <w:num w:numId="8" w16cid:durableId="315425907">
    <w:abstractNumId w:val="4"/>
  </w:num>
  <w:num w:numId="9" w16cid:durableId="1229539184">
    <w:abstractNumId w:val="8"/>
  </w:num>
  <w:num w:numId="10" w16cid:durableId="861360937">
    <w:abstractNumId w:val="3"/>
  </w:num>
  <w:num w:numId="11" w16cid:durableId="1332181012">
    <w:abstractNumId w:val="2"/>
  </w:num>
  <w:num w:numId="12" w16cid:durableId="1306817685">
    <w:abstractNumId w:val="1"/>
  </w:num>
  <w:num w:numId="13" w16cid:durableId="1471942371">
    <w:abstractNumId w:val="0"/>
  </w:num>
  <w:num w:numId="14" w16cid:durableId="538013651">
    <w:abstractNumId w:val="8"/>
  </w:num>
  <w:num w:numId="15" w16cid:durableId="1809207428">
    <w:abstractNumId w:val="3"/>
  </w:num>
  <w:num w:numId="16" w16cid:durableId="1382749874">
    <w:abstractNumId w:val="2"/>
  </w:num>
  <w:num w:numId="17" w16cid:durableId="1110053988">
    <w:abstractNumId w:val="1"/>
  </w:num>
  <w:num w:numId="18" w16cid:durableId="306979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0"/>
  <w:embedSystemFonts/>
  <w:bordersDoNotSurroundHeader/>
  <w:bordersDoNotSurroundFooter/>
  <w:gutterAtTop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77C"/>
    <w:rsid w:val="000032BA"/>
    <w:rsid w:val="000107F5"/>
    <w:rsid w:val="00011DCF"/>
    <w:rsid w:val="00023306"/>
    <w:rsid w:val="00025C1A"/>
    <w:rsid w:val="000315A1"/>
    <w:rsid w:val="0003406E"/>
    <w:rsid w:val="00036EF9"/>
    <w:rsid w:val="00040CF5"/>
    <w:rsid w:val="0004313C"/>
    <w:rsid w:val="000457D7"/>
    <w:rsid w:val="00046263"/>
    <w:rsid w:val="0004632F"/>
    <w:rsid w:val="00050F94"/>
    <w:rsid w:val="000518FE"/>
    <w:rsid w:val="000526C6"/>
    <w:rsid w:val="00054001"/>
    <w:rsid w:val="00054DD0"/>
    <w:rsid w:val="00055BB4"/>
    <w:rsid w:val="000575F9"/>
    <w:rsid w:val="000603A9"/>
    <w:rsid w:val="000612ED"/>
    <w:rsid w:val="0006209B"/>
    <w:rsid w:val="0006343F"/>
    <w:rsid w:val="000639B1"/>
    <w:rsid w:val="00064160"/>
    <w:rsid w:val="000644E6"/>
    <w:rsid w:val="00065222"/>
    <w:rsid w:val="00070F95"/>
    <w:rsid w:val="00074251"/>
    <w:rsid w:val="0008104D"/>
    <w:rsid w:val="00083787"/>
    <w:rsid w:val="000839C0"/>
    <w:rsid w:val="00083B30"/>
    <w:rsid w:val="0008564A"/>
    <w:rsid w:val="00085A4B"/>
    <w:rsid w:val="00085ED2"/>
    <w:rsid w:val="00087643"/>
    <w:rsid w:val="000A143E"/>
    <w:rsid w:val="000A49C5"/>
    <w:rsid w:val="000A66CD"/>
    <w:rsid w:val="000A6A53"/>
    <w:rsid w:val="000B03CA"/>
    <w:rsid w:val="000C1F97"/>
    <w:rsid w:val="000C37CC"/>
    <w:rsid w:val="000C49D2"/>
    <w:rsid w:val="000D0062"/>
    <w:rsid w:val="000D2E27"/>
    <w:rsid w:val="000D4EEC"/>
    <w:rsid w:val="000E55BE"/>
    <w:rsid w:val="000F40A8"/>
    <w:rsid w:val="000F522E"/>
    <w:rsid w:val="00112790"/>
    <w:rsid w:val="0011594E"/>
    <w:rsid w:val="00116465"/>
    <w:rsid w:val="00125BE3"/>
    <w:rsid w:val="00126D8E"/>
    <w:rsid w:val="00133F63"/>
    <w:rsid w:val="00136BFC"/>
    <w:rsid w:val="001373D2"/>
    <w:rsid w:val="00140671"/>
    <w:rsid w:val="00147A77"/>
    <w:rsid w:val="0015130E"/>
    <w:rsid w:val="0015301B"/>
    <w:rsid w:val="00154863"/>
    <w:rsid w:val="00155D87"/>
    <w:rsid w:val="00155F9A"/>
    <w:rsid w:val="00161BE0"/>
    <w:rsid w:val="00163947"/>
    <w:rsid w:val="0016468A"/>
    <w:rsid w:val="00167990"/>
    <w:rsid w:val="00171B3A"/>
    <w:rsid w:val="00171B50"/>
    <w:rsid w:val="001726C6"/>
    <w:rsid w:val="0017549B"/>
    <w:rsid w:val="001778F5"/>
    <w:rsid w:val="001826E1"/>
    <w:rsid w:val="001848D6"/>
    <w:rsid w:val="00193F8A"/>
    <w:rsid w:val="001A1817"/>
    <w:rsid w:val="001A21D5"/>
    <w:rsid w:val="001B0674"/>
    <w:rsid w:val="001B4148"/>
    <w:rsid w:val="001B5EA9"/>
    <w:rsid w:val="001B6D0E"/>
    <w:rsid w:val="001D1555"/>
    <w:rsid w:val="001D2301"/>
    <w:rsid w:val="001D4675"/>
    <w:rsid w:val="001F217E"/>
    <w:rsid w:val="001F728B"/>
    <w:rsid w:val="001F7920"/>
    <w:rsid w:val="00200DAC"/>
    <w:rsid w:val="0020215E"/>
    <w:rsid w:val="0021307B"/>
    <w:rsid w:val="002135FC"/>
    <w:rsid w:val="00213F82"/>
    <w:rsid w:val="002200E6"/>
    <w:rsid w:val="0022153C"/>
    <w:rsid w:val="00223C24"/>
    <w:rsid w:val="00223E9C"/>
    <w:rsid w:val="002246B7"/>
    <w:rsid w:val="002313D8"/>
    <w:rsid w:val="002346BE"/>
    <w:rsid w:val="0024200B"/>
    <w:rsid w:val="002448C2"/>
    <w:rsid w:val="00244FD5"/>
    <w:rsid w:val="00245493"/>
    <w:rsid w:val="00263679"/>
    <w:rsid w:val="0026680F"/>
    <w:rsid w:val="0026740C"/>
    <w:rsid w:val="002709B9"/>
    <w:rsid w:val="00272B8D"/>
    <w:rsid w:val="00274D5E"/>
    <w:rsid w:val="00275CEE"/>
    <w:rsid w:val="002841B4"/>
    <w:rsid w:val="00285EFE"/>
    <w:rsid w:val="00286BE8"/>
    <w:rsid w:val="0029186C"/>
    <w:rsid w:val="002949A9"/>
    <w:rsid w:val="002A7DD4"/>
    <w:rsid w:val="002B6F92"/>
    <w:rsid w:val="002C59B3"/>
    <w:rsid w:val="002D1407"/>
    <w:rsid w:val="002D27CF"/>
    <w:rsid w:val="002D43F2"/>
    <w:rsid w:val="002D5738"/>
    <w:rsid w:val="002D7106"/>
    <w:rsid w:val="002E1BFC"/>
    <w:rsid w:val="002E7A72"/>
    <w:rsid w:val="002F5716"/>
    <w:rsid w:val="003014D3"/>
    <w:rsid w:val="003049DF"/>
    <w:rsid w:val="00306B42"/>
    <w:rsid w:val="00307215"/>
    <w:rsid w:val="00307F24"/>
    <w:rsid w:val="0031587C"/>
    <w:rsid w:val="00316107"/>
    <w:rsid w:val="00322D04"/>
    <w:rsid w:val="00322E7D"/>
    <w:rsid w:val="00322FC5"/>
    <w:rsid w:val="00324FB6"/>
    <w:rsid w:val="0032739D"/>
    <w:rsid w:val="003321B6"/>
    <w:rsid w:val="003329AF"/>
    <w:rsid w:val="003365FC"/>
    <w:rsid w:val="00340844"/>
    <w:rsid w:val="00341691"/>
    <w:rsid w:val="00345F0A"/>
    <w:rsid w:val="00346009"/>
    <w:rsid w:val="003472EF"/>
    <w:rsid w:val="0034733D"/>
    <w:rsid w:val="0034790F"/>
    <w:rsid w:val="00351408"/>
    <w:rsid w:val="0035315D"/>
    <w:rsid w:val="00356AEA"/>
    <w:rsid w:val="00357D7B"/>
    <w:rsid w:val="00363713"/>
    <w:rsid w:val="00365279"/>
    <w:rsid w:val="00373D3D"/>
    <w:rsid w:val="00376A22"/>
    <w:rsid w:val="00376EBD"/>
    <w:rsid w:val="00377036"/>
    <w:rsid w:val="00380A67"/>
    <w:rsid w:val="00386E5B"/>
    <w:rsid w:val="00391124"/>
    <w:rsid w:val="003A579C"/>
    <w:rsid w:val="003A5CC5"/>
    <w:rsid w:val="003B2BB0"/>
    <w:rsid w:val="003C740B"/>
    <w:rsid w:val="003D6F2E"/>
    <w:rsid w:val="003D7FEC"/>
    <w:rsid w:val="003E1904"/>
    <w:rsid w:val="003E2B52"/>
    <w:rsid w:val="003E3735"/>
    <w:rsid w:val="003E49B6"/>
    <w:rsid w:val="003E5980"/>
    <w:rsid w:val="003E5BF9"/>
    <w:rsid w:val="003E7F23"/>
    <w:rsid w:val="003F743D"/>
    <w:rsid w:val="00415608"/>
    <w:rsid w:val="0041702A"/>
    <w:rsid w:val="00417FD6"/>
    <w:rsid w:val="00420308"/>
    <w:rsid w:val="004203CA"/>
    <w:rsid w:val="004204D7"/>
    <w:rsid w:val="0042069C"/>
    <w:rsid w:val="00424119"/>
    <w:rsid w:val="00425233"/>
    <w:rsid w:val="0042537F"/>
    <w:rsid w:val="00425AF5"/>
    <w:rsid w:val="00426579"/>
    <w:rsid w:val="00431EC7"/>
    <w:rsid w:val="00433735"/>
    <w:rsid w:val="0044287C"/>
    <w:rsid w:val="00444CF8"/>
    <w:rsid w:val="0045266A"/>
    <w:rsid w:val="004560B5"/>
    <w:rsid w:val="004560FE"/>
    <w:rsid w:val="00456E0C"/>
    <w:rsid w:val="00463B57"/>
    <w:rsid w:val="00467864"/>
    <w:rsid w:val="00467CDC"/>
    <w:rsid w:val="004712DF"/>
    <w:rsid w:val="00475B4A"/>
    <w:rsid w:val="00480ADD"/>
    <w:rsid w:val="004814C5"/>
    <w:rsid w:val="00481DBB"/>
    <w:rsid w:val="004869E5"/>
    <w:rsid w:val="00487A8D"/>
    <w:rsid w:val="00492B94"/>
    <w:rsid w:val="00493240"/>
    <w:rsid w:val="00496463"/>
    <w:rsid w:val="00496EAE"/>
    <w:rsid w:val="004A1642"/>
    <w:rsid w:val="004A6880"/>
    <w:rsid w:val="004C11CC"/>
    <w:rsid w:val="004C6563"/>
    <w:rsid w:val="004D26BA"/>
    <w:rsid w:val="004D2A76"/>
    <w:rsid w:val="004D66CD"/>
    <w:rsid w:val="004D674F"/>
    <w:rsid w:val="004E01C2"/>
    <w:rsid w:val="004E2E00"/>
    <w:rsid w:val="004E4525"/>
    <w:rsid w:val="004E565D"/>
    <w:rsid w:val="004E6827"/>
    <w:rsid w:val="004F2FD0"/>
    <w:rsid w:val="00505F94"/>
    <w:rsid w:val="00513C3E"/>
    <w:rsid w:val="00515974"/>
    <w:rsid w:val="00517392"/>
    <w:rsid w:val="00517719"/>
    <w:rsid w:val="00520DBE"/>
    <w:rsid w:val="005340CB"/>
    <w:rsid w:val="00540F19"/>
    <w:rsid w:val="00541F36"/>
    <w:rsid w:val="005427D1"/>
    <w:rsid w:val="00545AB5"/>
    <w:rsid w:val="00545D04"/>
    <w:rsid w:val="005472BC"/>
    <w:rsid w:val="0055043D"/>
    <w:rsid w:val="00553E58"/>
    <w:rsid w:val="005544C3"/>
    <w:rsid w:val="005552DA"/>
    <w:rsid w:val="00560BE3"/>
    <w:rsid w:val="00563D9D"/>
    <w:rsid w:val="00575B1E"/>
    <w:rsid w:val="00575E0E"/>
    <w:rsid w:val="005827A1"/>
    <w:rsid w:val="005834C6"/>
    <w:rsid w:val="00584BC2"/>
    <w:rsid w:val="005860FE"/>
    <w:rsid w:val="00595C79"/>
    <w:rsid w:val="005969FE"/>
    <w:rsid w:val="005A2E22"/>
    <w:rsid w:val="005A473C"/>
    <w:rsid w:val="005A56A5"/>
    <w:rsid w:val="005B03FF"/>
    <w:rsid w:val="005B3F82"/>
    <w:rsid w:val="005B5808"/>
    <w:rsid w:val="005B67A5"/>
    <w:rsid w:val="005C4B33"/>
    <w:rsid w:val="005C703F"/>
    <w:rsid w:val="005C79F1"/>
    <w:rsid w:val="005D085D"/>
    <w:rsid w:val="005D19F7"/>
    <w:rsid w:val="005D6990"/>
    <w:rsid w:val="005D6994"/>
    <w:rsid w:val="005E1BEA"/>
    <w:rsid w:val="005E3462"/>
    <w:rsid w:val="005E71E2"/>
    <w:rsid w:val="005F3066"/>
    <w:rsid w:val="005F51F9"/>
    <w:rsid w:val="00600199"/>
    <w:rsid w:val="006036A3"/>
    <w:rsid w:val="006059C4"/>
    <w:rsid w:val="00611AA9"/>
    <w:rsid w:val="006202F5"/>
    <w:rsid w:val="006225D4"/>
    <w:rsid w:val="00622F63"/>
    <w:rsid w:val="006231F3"/>
    <w:rsid w:val="00631DA1"/>
    <w:rsid w:val="00633937"/>
    <w:rsid w:val="006340CE"/>
    <w:rsid w:val="00657723"/>
    <w:rsid w:val="006603B1"/>
    <w:rsid w:val="00660426"/>
    <w:rsid w:val="00661FBC"/>
    <w:rsid w:val="006658E6"/>
    <w:rsid w:val="00666E15"/>
    <w:rsid w:val="00670C11"/>
    <w:rsid w:val="006745BB"/>
    <w:rsid w:val="006754DC"/>
    <w:rsid w:val="00675CFC"/>
    <w:rsid w:val="00680CAD"/>
    <w:rsid w:val="00680E08"/>
    <w:rsid w:val="00684605"/>
    <w:rsid w:val="006861C0"/>
    <w:rsid w:val="0069219A"/>
    <w:rsid w:val="00692253"/>
    <w:rsid w:val="00693582"/>
    <w:rsid w:val="006A3BA7"/>
    <w:rsid w:val="006A40BE"/>
    <w:rsid w:val="006B17E2"/>
    <w:rsid w:val="006B36B0"/>
    <w:rsid w:val="006B4DD7"/>
    <w:rsid w:val="006B6DEE"/>
    <w:rsid w:val="006B7A04"/>
    <w:rsid w:val="006B7C7A"/>
    <w:rsid w:val="006C038A"/>
    <w:rsid w:val="006C5B1D"/>
    <w:rsid w:val="006D055D"/>
    <w:rsid w:val="006D479E"/>
    <w:rsid w:val="006E3C70"/>
    <w:rsid w:val="006E41C7"/>
    <w:rsid w:val="006E4F5C"/>
    <w:rsid w:val="006F0DC8"/>
    <w:rsid w:val="00700189"/>
    <w:rsid w:val="00700463"/>
    <w:rsid w:val="007215D8"/>
    <w:rsid w:val="00724223"/>
    <w:rsid w:val="00724CF4"/>
    <w:rsid w:val="00737D68"/>
    <w:rsid w:val="00740001"/>
    <w:rsid w:val="0074480F"/>
    <w:rsid w:val="007474B6"/>
    <w:rsid w:val="0075077C"/>
    <w:rsid w:val="00750E7E"/>
    <w:rsid w:val="0075545B"/>
    <w:rsid w:val="0075610F"/>
    <w:rsid w:val="00756460"/>
    <w:rsid w:val="00761563"/>
    <w:rsid w:val="00762126"/>
    <w:rsid w:val="00766353"/>
    <w:rsid w:val="007724A3"/>
    <w:rsid w:val="00777B87"/>
    <w:rsid w:val="007851AC"/>
    <w:rsid w:val="007867FF"/>
    <w:rsid w:val="007909D6"/>
    <w:rsid w:val="00793EB4"/>
    <w:rsid w:val="007A007E"/>
    <w:rsid w:val="007A5190"/>
    <w:rsid w:val="007A5C36"/>
    <w:rsid w:val="007A6B9E"/>
    <w:rsid w:val="007B03F7"/>
    <w:rsid w:val="007B0421"/>
    <w:rsid w:val="007B0D49"/>
    <w:rsid w:val="007B1104"/>
    <w:rsid w:val="007B3E14"/>
    <w:rsid w:val="007B4300"/>
    <w:rsid w:val="007B4FE6"/>
    <w:rsid w:val="007B67EA"/>
    <w:rsid w:val="007B6A76"/>
    <w:rsid w:val="007C2746"/>
    <w:rsid w:val="007C2BD7"/>
    <w:rsid w:val="007C41C2"/>
    <w:rsid w:val="007C4F7C"/>
    <w:rsid w:val="007C5231"/>
    <w:rsid w:val="007D1571"/>
    <w:rsid w:val="007D2B40"/>
    <w:rsid w:val="007D2F41"/>
    <w:rsid w:val="007D6160"/>
    <w:rsid w:val="007E3BC5"/>
    <w:rsid w:val="007E414B"/>
    <w:rsid w:val="007E5379"/>
    <w:rsid w:val="007E7FB1"/>
    <w:rsid w:val="007F0375"/>
    <w:rsid w:val="007F2BE5"/>
    <w:rsid w:val="007F3C6A"/>
    <w:rsid w:val="007F6063"/>
    <w:rsid w:val="007F7CB3"/>
    <w:rsid w:val="00803B0C"/>
    <w:rsid w:val="0081064D"/>
    <w:rsid w:val="00811C92"/>
    <w:rsid w:val="00814855"/>
    <w:rsid w:val="008159D4"/>
    <w:rsid w:val="00816828"/>
    <w:rsid w:val="008226AB"/>
    <w:rsid w:val="00823232"/>
    <w:rsid w:val="00827F31"/>
    <w:rsid w:val="00832451"/>
    <w:rsid w:val="00834082"/>
    <w:rsid w:val="0083519E"/>
    <w:rsid w:val="00835C75"/>
    <w:rsid w:val="008374C4"/>
    <w:rsid w:val="00841617"/>
    <w:rsid w:val="008453E9"/>
    <w:rsid w:val="00846EAD"/>
    <w:rsid w:val="00850624"/>
    <w:rsid w:val="00856185"/>
    <w:rsid w:val="00861E1B"/>
    <w:rsid w:val="0086A648"/>
    <w:rsid w:val="00870BA3"/>
    <w:rsid w:val="008716C2"/>
    <w:rsid w:val="00871929"/>
    <w:rsid w:val="00874F36"/>
    <w:rsid w:val="00875985"/>
    <w:rsid w:val="00891D91"/>
    <w:rsid w:val="00892B79"/>
    <w:rsid w:val="008977BF"/>
    <w:rsid w:val="008A0316"/>
    <w:rsid w:val="008A1074"/>
    <w:rsid w:val="008A1B28"/>
    <w:rsid w:val="008B7185"/>
    <w:rsid w:val="008C312B"/>
    <w:rsid w:val="008C55F6"/>
    <w:rsid w:val="008E0475"/>
    <w:rsid w:val="008E31C2"/>
    <w:rsid w:val="008E50C9"/>
    <w:rsid w:val="008F2EF1"/>
    <w:rsid w:val="008F35C8"/>
    <w:rsid w:val="008F3D6E"/>
    <w:rsid w:val="008F3DB7"/>
    <w:rsid w:val="008F7A17"/>
    <w:rsid w:val="009021F6"/>
    <w:rsid w:val="00907F79"/>
    <w:rsid w:val="00911D3D"/>
    <w:rsid w:val="00912A52"/>
    <w:rsid w:val="00914719"/>
    <w:rsid w:val="009154B6"/>
    <w:rsid w:val="00916060"/>
    <w:rsid w:val="009168EC"/>
    <w:rsid w:val="00922184"/>
    <w:rsid w:val="00922B53"/>
    <w:rsid w:val="00922BDA"/>
    <w:rsid w:val="009239B0"/>
    <w:rsid w:val="00923A3B"/>
    <w:rsid w:val="00926087"/>
    <w:rsid w:val="009306AD"/>
    <w:rsid w:val="0093244A"/>
    <w:rsid w:val="00933EC0"/>
    <w:rsid w:val="00935385"/>
    <w:rsid w:val="00937926"/>
    <w:rsid w:val="00943919"/>
    <w:rsid w:val="00950097"/>
    <w:rsid w:val="009520CA"/>
    <w:rsid w:val="00955986"/>
    <w:rsid w:val="00960FDB"/>
    <w:rsid w:val="009661C8"/>
    <w:rsid w:val="0097048B"/>
    <w:rsid w:val="009722BC"/>
    <w:rsid w:val="009743D7"/>
    <w:rsid w:val="009744BF"/>
    <w:rsid w:val="00975D28"/>
    <w:rsid w:val="00975E6C"/>
    <w:rsid w:val="009763DB"/>
    <w:rsid w:val="0098170C"/>
    <w:rsid w:val="009834C2"/>
    <w:rsid w:val="00985F68"/>
    <w:rsid w:val="009901D0"/>
    <w:rsid w:val="00990C6A"/>
    <w:rsid w:val="009924DB"/>
    <w:rsid w:val="00993120"/>
    <w:rsid w:val="00993A68"/>
    <w:rsid w:val="00996384"/>
    <w:rsid w:val="009A33F6"/>
    <w:rsid w:val="009C27B3"/>
    <w:rsid w:val="009C3AAF"/>
    <w:rsid w:val="009C4581"/>
    <w:rsid w:val="009C5B48"/>
    <w:rsid w:val="009E049B"/>
    <w:rsid w:val="009E1492"/>
    <w:rsid w:val="009E2000"/>
    <w:rsid w:val="009E4153"/>
    <w:rsid w:val="00A07A0F"/>
    <w:rsid w:val="00A07D2C"/>
    <w:rsid w:val="00A107F3"/>
    <w:rsid w:val="00A128BB"/>
    <w:rsid w:val="00A203A8"/>
    <w:rsid w:val="00A23A10"/>
    <w:rsid w:val="00A244FF"/>
    <w:rsid w:val="00A24D8F"/>
    <w:rsid w:val="00A25137"/>
    <w:rsid w:val="00A33760"/>
    <w:rsid w:val="00A339B9"/>
    <w:rsid w:val="00A419CC"/>
    <w:rsid w:val="00A4475B"/>
    <w:rsid w:val="00A46C36"/>
    <w:rsid w:val="00A52695"/>
    <w:rsid w:val="00A52D8A"/>
    <w:rsid w:val="00A5513C"/>
    <w:rsid w:val="00A57B8D"/>
    <w:rsid w:val="00A6072E"/>
    <w:rsid w:val="00A675E9"/>
    <w:rsid w:val="00A74C55"/>
    <w:rsid w:val="00A7558D"/>
    <w:rsid w:val="00A84443"/>
    <w:rsid w:val="00A85D4D"/>
    <w:rsid w:val="00A92910"/>
    <w:rsid w:val="00AA004D"/>
    <w:rsid w:val="00AA3F3E"/>
    <w:rsid w:val="00AA62BD"/>
    <w:rsid w:val="00AB0CBB"/>
    <w:rsid w:val="00AB2F45"/>
    <w:rsid w:val="00AB35F8"/>
    <w:rsid w:val="00AB639E"/>
    <w:rsid w:val="00AC42F8"/>
    <w:rsid w:val="00AD0FE7"/>
    <w:rsid w:val="00AD3623"/>
    <w:rsid w:val="00AD60EC"/>
    <w:rsid w:val="00AD6F70"/>
    <w:rsid w:val="00AE231D"/>
    <w:rsid w:val="00AE2672"/>
    <w:rsid w:val="00AE75FA"/>
    <w:rsid w:val="00AF30CD"/>
    <w:rsid w:val="00AF4644"/>
    <w:rsid w:val="00B03111"/>
    <w:rsid w:val="00B03EBB"/>
    <w:rsid w:val="00B050EC"/>
    <w:rsid w:val="00B06CC7"/>
    <w:rsid w:val="00B129DC"/>
    <w:rsid w:val="00B15D98"/>
    <w:rsid w:val="00B24F4D"/>
    <w:rsid w:val="00B26808"/>
    <w:rsid w:val="00B31239"/>
    <w:rsid w:val="00B33402"/>
    <w:rsid w:val="00B40A2D"/>
    <w:rsid w:val="00B45BDE"/>
    <w:rsid w:val="00B50196"/>
    <w:rsid w:val="00B51B78"/>
    <w:rsid w:val="00B545E7"/>
    <w:rsid w:val="00B5601D"/>
    <w:rsid w:val="00B60403"/>
    <w:rsid w:val="00B60692"/>
    <w:rsid w:val="00B62511"/>
    <w:rsid w:val="00B6412C"/>
    <w:rsid w:val="00B6455A"/>
    <w:rsid w:val="00B6767F"/>
    <w:rsid w:val="00B73B02"/>
    <w:rsid w:val="00B74ABF"/>
    <w:rsid w:val="00B807D4"/>
    <w:rsid w:val="00B80B0C"/>
    <w:rsid w:val="00B80CCF"/>
    <w:rsid w:val="00B857E1"/>
    <w:rsid w:val="00B909C0"/>
    <w:rsid w:val="00B9110B"/>
    <w:rsid w:val="00B94A1E"/>
    <w:rsid w:val="00BA042C"/>
    <w:rsid w:val="00BB43C8"/>
    <w:rsid w:val="00BC304E"/>
    <w:rsid w:val="00BC4BFB"/>
    <w:rsid w:val="00BC6AAC"/>
    <w:rsid w:val="00BD09F8"/>
    <w:rsid w:val="00BD1F0E"/>
    <w:rsid w:val="00BD346B"/>
    <w:rsid w:val="00BD5183"/>
    <w:rsid w:val="00BD781C"/>
    <w:rsid w:val="00BE0A7C"/>
    <w:rsid w:val="00BF4570"/>
    <w:rsid w:val="00C007BF"/>
    <w:rsid w:val="00C009A0"/>
    <w:rsid w:val="00C04687"/>
    <w:rsid w:val="00C0487E"/>
    <w:rsid w:val="00C07284"/>
    <w:rsid w:val="00C17D72"/>
    <w:rsid w:val="00C27EB5"/>
    <w:rsid w:val="00C36BEB"/>
    <w:rsid w:val="00C46043"/>
    <w:rsid w:val="00C53180"/>
    <w:rsid w:val="00C56C65"/>
    <w:rsid w:val="00C60956"/>
    <w:rsid w:val="00C60983"/>
    <w:rsid w:val="00C62588"/>
    <w:rsid w:val="00C737A8"/>
    <w:rsid w:val="00C75A5A"/>
    <w:rsid w:val="00C8073F"/>
    <w:rsid w:val="00C8141D"/>
    <w:rsid w:val="00C821D2"/>
    <w:rsid w:val="00C823AB"/>
    <w:rsid w:val="00C844A0"/>
    <w:rsid w:val="00C87950"/>
    <w:rsid w:val="00C87F54"/>
    <w:rsid w:val="00C90BC2"/>
    <w:rsid w:val="00C90E4E"/>
    <w:rsid w:val="00C941CD"/>
    <w:rsid w:val="00C971E7"/>
    <w:rsid w:val="00CB27D9"/>
    <w:rsid w:val="00CB2B0D"/>
    <w:rsid w:val="00CB4248"/>
    <w:rsid w:val="00CB5338"/>
    <w:rsid w:val="00CB6AFC"/>
    <w:rsid w:val="00CB780C"/>
    <w:rsid w:val="00CD00F2"/>
    <w:rsid w:val="00CD1BC9"/>
    <w:rsid w:val="00CD2765"/>
    <w:rsid w:val="00CD790D"/>
    <w:rsid w:val="00CD7A0B"/>
    <w:rsid w:val="00CE19B7"/>
    <w:rsid w:val="00CE2EC4"/>
    <w:rsid w:val="00CE6543"/>
    <w:rsid w:val="00CE7873"/>
    <w:rsid w:val="00CF21A7"/>
    <w:rsid w:val="00CF699F"/>
    <w:rsid w:val="00CF7F6B"/>
    <w:rsid w:val="00D000F2"/>
    <w:rsid w:val="00D00AD5"/>
    <w:rsid w:val="00D0183F"/>
    <w:rsid w:val="00D020E4"/>
    <w:rsid w:val="00D06B6B"/>
    <w:rsid w:val="00D2160E"/>
    <w:rsid w:val="00D21CB4"/>
    <w:rsid w:val="00D21DB0"/>
    <w:rsid w:val="00D24E03"/>
    <w:rsid w:val="00D30D93"/>
    <w:rsid w:val="00D32128"/>
    <w:rsid w:val="00D348C9"/>
    <w:rsid w:val="00D40FE0"/>
    <w:rsid w:val="00D42628"/>
    <w:rsid w:val="00D45AF1"/>
    <w:rsid w:val="00D609A5"/>
    <w:rsid w:val="00D616C3"/>
    <w:rsid w:val="00D62D74"/>
    <w:rsid w:val="00D64BC7"/>
    <w:rsid w:val="00D65700"/>
    <w:rsid w:val="00D75BBA"/>
    <w:rsid w:val="00D75C5A"/>
    <w:rsid w:val="00D7733E"/>
    <w:rsid w:val="00D86D75"/>
    <w:rsid w:val="00D9405F"/>
    <w:rsid w:val="00D94C94"/>
    <w:rsid w:val="00DA3242"/>
    <w:rsid w:val="00DA4063"/>
    <w:rsid w:val="00DA4CC1"/>
    <w:rsid w:val="00DA709D"/>
    <w:rsid w:val="00DB4CC8"/>
    <w:rsid w:val="00DB54C3"/>
    <w:rsid w:val="00DC2F93"/>
    <w:rsid w:val="00DC5B5C"/>
    <w:rsid w:val="00DC78F2"/>
    <w:rsid w:val="00DD0610"/>
    <w:rsid w:val="00DD613C"/>
    <w:rsid w:val="00DD67A7"/>
    <w:rsid w:val="00DE0DFE"/>
    <w:rsid w:val="00DE5020"/>
    <w:rsid w:val="00DE613C"/>
    <w:rsid w:val="00DF1413"/>
    <w:rsid w:val="00DF196B"/>
    <w:rsid w:val="00DF2980"/>
    <w:rsid w:val="00DF6577"/>
    <w:rsid w:val="00DF7EB5"/>
    <w:rsid w:val="00E0706B"/>
    <w:rsid w:val="00E14C1C"/>
    <w:rsid w:val="00E14D6C"/>
    <w:rsid w:val="00E25302"/>
    <w:rsid w:val="00E351B0"/>
    <w:rsid w:val="00E444CE"/>
    <w:rsid w:val="00E45645"/>
    <w:rsid w:val="00E46412"/>
    <w:rsid w:val="00E46E4B"/>
    <w:rsid w:val="00E46EBC"/>
    <w:rsid w:val="00E51518"/>
    <w:rsid w:val="00E539B6"/>
    <w:rsid w:val="00E56312"/>
    <w:rsid w:val="00E572F2"/>
    <w:rsid w:val="00E60910"/>
    <w:rsid w:val="00E64006"/>
    <w:rsid w:val="00E66909"/>
    <w:rsid w:val="00E67BF9"/>
    <w:rsid w:val="00E7048C"/>
    <w:rsid w:val="00E71CF5"/>
    <w:rsid w:val="00E72056"/>
    <w:rsid w:val="00E7282A"/>
    <w:rsid w:val="00E770D0"/>
    <w:rsid w:val="00E80207"/>
    <w:rsid w:val="00E81451"/>
    <w:rsid w:val="00E83453"/>
    <w:rsid w:val="00E84621"/>
    <w:rsid w:val="00E92BD4"/>
    <w:rsid w:val="00E96404"/>
    <w:rsid w:val="00E97849"/>
    <w:rsid w:val="00EA32F5"/>
    <w:rsid w:val="00EB0A1A"/>
    <w:rsid w:val="00EB52F0"/>
    <w:rsid w:val="00EB5954"/>
    <w:rsid w:val="00EB63E4"/>
    <w:rsid w:val="00EC1BDF"/>
    <w:rsid w:val="00EC42C2"/>
    <w:rsid w:val="00ED1233"/>
    <w:rsid w:val="00ED60F9"/>
    <w:rsid w:val="00EE1F44"/>
    <w:rsid w:val="00EE2DE0"/>
    <w:rsid w:val="00EE5D09"/>
    <w:rsid w:val="00EE5FCB"/>
    <w:rsid w:val="00EE6137"/>
    <w:rsid w:val="00EF2C7B"/>
    <w:rsid w:val="00F118BA"/>
    <w:rsid w:val="00F12D00"/>
    <w:rsid w:val="00F12E72"/>
    <w:rsid w:val="00F14378"/>
    <w:rsid w:val="00F156A0"/>
    <w:rsid w:val="00F160AA"/>
    <w:rsid w:val="00F33959"/>
    <w:rsid w:val="00F37CD0"/>
    <w:rsid w:val="00F42B3B"/>
    <w:rsid w:val="00F44A50"/>
    <w:rsid w:val="00F44BD3"/>
    <w:rsid w:val="00F46220"/>
    <w:rsid w:val="00F46687"/>
    <w:rsid w:val="00F50372"/>
    <w:rsid w:val="00F54687"/>
    <w:rsid w:val="00F558A3"/>
    <w:rsid w:val="00F571A8"/>
    <w:rsid w:val="00F603A0"/>
    <w:rsid w:val="00F635A8"/>
    <w:rsid w:val="00F6478B"/>
    <w:rsid w:val="00F65362"/>
    <w:rsid w:val="00F71937"/>
    <w:rsid w:val="00F71E58"/>
    <w:rsid w:val="00F730F0"/>
    <w:rsid w:val="00F84A8C"/>
    <w:rsid w:val="00F87A04"/>
    <w:rsid w:val="00F9295B"/>
    <w:rsid w:val="00F96CF6"/>
    <w:rsid w:val="00FA0930"/>
    <w:rsid w:val="00FA3A9A"/>
    <w:rsid w:val="00FA5659"/>
    <w:rsid w:val="00FB0586"/>
    <w:rsid w:val="00FB0D99"/>
    <w:rsid w:val="00FB14AA"/>
    <w:rsid w:val="00FB3B19"/>
    <w:rsid w:val="00FB4C0E"/>
    <w:rsid w:val="00FB5051"/>
    <w:rsid w:val="00FC2FA2"/>
    <w:rsid w:val="00FC4B4D"/>
    <w:rsid w:val="00FC6492"/>
    <w:rsid w:val="00FC79AE"/>
    <w:rsid w:val="00FD1B63"/>
    <w:rsid w:val="00FD7F7B"/>
    <w:rsid w:val="00FE5133"/>
    <w:rsid w:val="00FF0959"/>
    <w:rsid w:val="00FF17C5"/>
    <w:rsid w:val="00FF2489"/>
    <w:rsid w:val="01B4DD4A"/>
    <w:rsid w:val="03833D16"/>
    <w:rsid w:val="03DADE4E"/>
    <w:rsid w:val="053436B1"/>
    <w:rsid w:val="05411992"/>
    <w:rsid w:val="096485B5"/>
    <w:rsid w:val="0DDC5DC4"/>
    <w:rsid w:val="0F3529AA"/>
    <w:rsid w:val="0F4F9C8B"/>
    <w:rsid w:val="19A2CD24"/>
    <w:rsid w:val="1A89D972"/>
    <w:rsid w:val="1B0E7619"/>
    <w:rsid w:val="1B5BAF60"/>
    <w:rsid w:val="1BA86B8A"/>
    <w:rsid w:val="1BE5D404"/>
    <w:rsid w:val="1D500507"/>
    <w:rsid w:val="1D6A81E9"/>
    <w:rsid w:val="209CB495"/>
    <w:rsid w:val="21BEFA9C"/>
    <w:rsid w:val="2A8F5492"/>
    <w:rsid w:val="2B1F204C"/>
    <w:rsid w:val="307D8F58"/>
    <w:rsid w:val="307FB97D"/>
    <w:rsid w:val="376ED2BC"/>
    <w:rsid w:val="37B564B7"/>
    <w:rsid w:val="380C9273"/>
    <w:rsid w:val="383C988B"/>
    <w:rsid w:val="3890D15E"/>
    <w:rsid w:val="3957951B"/>
    <w:rsid w:val="3A3E86A6"/>
    <w:rsid w:val="3ACC20AE"/>
    <w:rsid w:val="3B1A9885"/>
    <w:rsid w:val="3FDD021D"/>
    <w:rsid w:val="3FFFF104"/>
    <w:rsid w:val="41D20F26"/>
    <w:rsid w:val="438F59EF"/>
    <w:rsid w:val="43A81863"/>
    <w:rsid w:val="485356E6"/>
    <w:rsid w:val="48A1D181"/>
    <w:rsid w:val="48CB9E1C"/>
    <w:rsid w:val="48EED874"/>
    <w:rsid w:val="4AE4B3D5"/>
    <w:rsid w:val="4C2D1D5B"/>
    <w:rsid w:val="4E5E5533"/>
    <w:rsid w:val="4F98AA4E"/>
    <w:rsid w:val="4FABEE15"/>
    <w:rsid w:val="50D7EB5C"/>
    <w:rsid w:val="50F261EB"/>
    <w:rsid w:val="513D68F9"/>
    <w:rsid w:val="526A867A"/>
    <w:rsid w:val="530884E2"/>
    <w:rsid w:val="53F53F32"/>
    <w:rsid w:val="5405A3E1"/>
    <w:rsid w:val="57EBAC8B"/>
    <w:rsid w:val="5AEA79C2"/>
    <w:rsid w:val="5B815DF0"/>
    <w:rsid w:val="5B847B29"/>
    <w:rsid w:val="60565EB4"/>
    <w:rsid w:val="642545B9"/>
    <w:rsid w:val="6535DE33"/>
    <w:rsid w:val="657CD3F4"/>
    <w:rsid w:val="67153975"/>
    <w:rsid w:val="69D31860"/>
    <w:rsid w:val="6A9E2D23"/>
    <w:rsid w:val="6B946B25"/>
    <w:rsid w:val="6D2AE06B"/>
    <w:rsid w:val="6E0E321C"/>
    <w:rsid w:val="6E175273"/>
    <w:rsid w:val="6EEECE60"/>
    <w:rsid w:val="6F5478EA"/>
    <w:rsid w:val="6FA13870"/>
    <w:rsid w:val="7722D91A"/>
    <w:rsid w:val="77753146"/>
    <w:rsid w:val="78B2678B"/>
    <w:rsid w:val="78DC06E8"/>
    <w:rsid w:val="7BA8E846"/>
    <w:rsid w:val="7CD839A6"/>
    <w:rsid w:val="7E326981"/>
    <w:rsid w:val="7EC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EE27935"/>
  <w15:docId w15:val="{FFBE9A9E-D3B9-4592-9DA2-2AE475936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color w:val="333333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65FC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B27D9"/>
  </w:style>
  <w:style w:type="paragraph" w:styleId="DocumentMap">
    <w:name w:val="Document Map"/>
    <w:basedOn w:val="Normal"/>
    <w:semiHidden/>
    <w:rsid w:val="009520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520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603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03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F11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6B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20E4"/>
    <w:rPr>
      <w:b w:val="0"/>
      <w:bCs w:val="0"/>
      <w:strike w:val="0"/>
      <w:dstrike w:val="0"/>
      <w:color w:val="0000CC"/>
      <w:u w:val="none"/>
      <w:effect w:val="none"/>
    </w:rPr>
  </w:style>
  <w:style w:type="character" w:styleId="FollowedHyperlink">
    <w:name w:val="FollowedHyperlink"/>
    <w:basedOn w:val="DefaultParagraphFont"/>
    <w:rsid w:val="00BF457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558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558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58A3"/>
  </w:style>
  <w:style w:type="paragraph" w:styleId="CommentSubject">
    <w:name w:val="annotation subject"/>
    <w:basedOn w:val="CommentText"/>
    <w:next w:val="CommentText"/>
    <w:link w:val="CommentSubjectChar"/>
    <w:rsid w:val="00F558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8A3"/>
    <w:rPr>
      <w:b/>
      <w:bCs/>
    </w:rPr>
  </w:style>
  <w:style w:type="paragraph" w:styleId="Revision">
    <w:name w:val="Revision"/>
    <w:hidden/>
    <w:uiPriority w:val="99"/>
    <w:semiHidden/>
    <w:rsid w:val="00F558A3"/>
    <w:rPr>
      <w:sz w:val="24"/>
      <w:szCs w:val="24"/>
    </w:rPr>
  </w:style>
  <w:style w:type="character" w:customStyle="1" w:styleId="outputtext">
    <w:name w:val="outputtext"/>
    <w:basedOn w:val="DefaultParagraphFont"/>
    <w:rsid w:val="00C844A0"/>
  </w:style>
  <w:style w:type="paragraph" w:styleId="TOC2">
    <w:name w:val="toc 2"/>
    <w:basedOn w:val="Normal"/>
    <w:next w:val="Normal"/>
    <w:autoRedefine/>
    <w:uiPriority w:val="39"/>
    <w:unhideWhenUsed/>
    <w:rsid w:val="00AF30CD"/>
    <w:pPr>
      <w:widowControl/>
      <w:tabs>
        <w:tab w:val="left" w:pos="1100"/>
        <w:tab w:val="right" w:leader="dot" w:pos="9350"/>
      </w:tabs>
      <w:autoSpaceDE/>
      <w:autoSpaceDN/>
      <w:adjustRightInd/>
      <w:ind w:left="1080" w:hanging="835"/>
    </w:pPr>
    <w:rPr>
      <w:rFonts w:eastAsiaTheme="minorHAnsi"/>
    </w:rPr>
  </w:style>
  <w:style w:type="paragraph" w:customStyle="1" w:styleId="Style1">
    <w:name w:val="Style1"/>
    <w:basedOn w:val="Normal"/>
    <w:link w:val="Style1Char"/>
    <w:qFormat/>
    <w:rsid w:val="00112790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Theme="minorHAnsi"/>
      <w:szCs w:val="24"/>
    </w:rPr>
  </w:style>
  <w:style w:type="character" w:customStyle="1" w:styleId="Style1Char">
    <w:name w:val="Style1 Char"/>
    <w:basedOn w:val="DefaultParagraphFont"/>
    <w:link w:val="Style1"/>
    <w:rsid w:val="00112790"/>
    <w:rPr>
      <w:rFonts w:eastAsiaTheme="minorHAnsi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44E6"/>
    <w:rPr>
      <w:color w:val="605E5C"/>
      <w:shd w:val="clear" w:color="auto" w:fill="E1DFDD"/>
    </w:rPr>
  </w:style>
  <w:style w:type="paragraph" w:customStyle="1" w:styleId="NRCINSPECTIONMANUAL">
    <w:name w:val="NRC INSPECTION MANUAL"/>
    <w:next w:val="BodyText"/>
    <w:link w:val="NRCINSPECTIONMANUALChar"/>
    <w:qFormat/>
    <w:rsid w:val="00275CEE"/>
    <w:pPr>
      <w:tabs>
        <w:tab w:val="center" w:pos="4680"/>
        <w:tab w:val="right" w:pos="9360"/>
      </w:tabs>
      <w:spacing w:after="220"/>
    </w:pPr>
    <w:rPr>
      <w:rFonts w:eastAsiaTheme="minorHAnsi"/>
      <w:color w:val="auto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275CEE"/>
    <w:rPr>
      <w:rFonts w:eastAsiaTheme="minorHAnsi"/>
      <w:color w:val="auto"/>
      <w:sz w:val="20"/>
    </w:rPr>
  </w:style>
  <w:style w:type="paragraph" w:styleId="BodyText">
    <w:name w:val="Body Text"/>
    <w:basedOn w:val="Normal"/>
    <w:link w:val="BodyTextChar"/>
    <w:unhideWhenUsed/>
    <w:rsid w:val="00CF7F6B"/>
    <w:pPr>
      <w:widowControl/>
      <w:spacing w:after="220"/>
    </w:pPr>
    <w:rPr>
      <w:rFonts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CF7F6B"/>
    <w:rPr>
      <w:rFonts w:cs="Times New Roman"/>
      <w:szCs w:val="20"/>
    </w:rPr>
  </w:style>
  <w:style w:type="paragraph" w:customStyle="1" w:styleId="IMCIP">
    <w:name w:val="IMC/IP #"/>
    <w:rsid w:val="00155D87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  <w:color w:val="auto"/>
    </w:rPr>
  </w:style>
  <w:style w:type="paragraph" w:styleId="Title">
    <w:name w:val="Title"/>
    <w:basedOn w:val="Normal"/>
    <w:next w:val="Normal"/>
    <w:link w:val="TitleChar"/>
    <w:qFormat/>
    <w:rsid w:val="006A40BE"/>
    <w:pPr>
      <w:widowControl/>
      <w:spacing w:before="220" w:after="220"/>
      <w:jc w:val="center"/>
    </w:pPr>
    <w:rPr>
      <w:color w:val="auto"/>
    </w:rPr>
  </w:style>
  <w:style w:type="character" w:customStyle="1" w:styleId="TitleChar">
    <w:name w:val="Title Char"/>
    <w:basedOn w:val="DefaultParagraphFont"/>
    <w:link w:val="Title"/>
    <w:rsid w:val="006A40BE"/>
    <w:rPr>
      <w:color w:val="auto"/>
    </w:rPr>
  </w:style>
  <w:style w:type="paragraph" w:customStyle="1" w:styleId="EffectiveDate">
    <w:name w:val="Effective Date"/>
    <w:next w:val="BodyText"/>
    <w:qFormat/>
    <w:rsid w:val="0034733D"/>
    <w:pPr>
      <w:spacing w:before="220" w:after="440"/>
      <w:jc w:val="center"/>
    </w:pPr>
    <w:rPr>
      <w:color w:val="auto"/>
    </w:rPr>
  </w:style>
  <w:style w:type="paragraph" w:customStyle="1" w:styleId="StyleBodyTextAfter11pt">
    <w:name w:val="Style Body Text + After:  11 pt"/>
    <w:basedOn w:val="BodyText"/>
    <w:rsid w:val="001F7920"/>
    <w:pPr>
      <w:spacing w:after="0"/>
    </w:pPr>
  </w:style>
  <w:style w:type="paragraph" w:customStyle="1" w:styleId="BodyText-table">
    <w:name w:val="Body Text - table"/>
    <w:qFormat/>
    <w:rsid w:val="00322D04"/>
    <w:rPr>
      <w:rFonts w:eastAsiaTheme="minorHAnsi" w:cstheme="minorBidi"/>
      <w:color w:val="auto"/>
    </w:rPr>
  </w:style>
  <w:style w:type="paragraph" w:customStyle="1" w:styleId="END">
    <w:name w:val="END"/>
    <w:basedOn w:val="Title"/>
    <w:qFormat/>
    <w:rsid w:val="00496EAE"/>
    <w:pPr>
      <w:spacing w:before="440" w:after="440"/>
    </w:pPr>
  </w:style>
  <w:style w:type="paragraph" w:customStyle="1" w:styleId="Default">
    <w:name w:val="Default"/>
    <w:rsid w:val="00322E7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6" ma:contentTypeDescription="Create a new document." ma:contentTypeScope="" ma:versionID="6c3e2e2c3b8dc431d14ba886372aba1f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401cbd4cedfced20783e5b8ad2d5b808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6f26c1-4773-4e55-850a-517a34df12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158229-30c1-4096-abe4-ff67092135a0}" ma:internalName="TaxCatchAll" ma:showField="CatchAllData" ma:web="4ebc427b-1bcf-4856-a750-efc6bf2bc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4ebc427b-1bcf-4856-a750-efc6bf2bcca6">
      <UserInfo>
        <DisplayName/>
        <AccountId xsi:nil="true"/>
        <AccountType/>
      </UserInfo>
    </SharedWithUsers>
    <lcf76f155ced4ddcb4097134ff3c332f xmlns="bd536709-b854-4f3b-a247-393f1123cff3">
      <Terms xmlns="http://schemas.microsoft.com/office/infopath/2007/PartnerControls"/>
    </lcf76f155ced4ddcb4097134ff3c332f>
    <TaxCatchAll xmlns="4ebc427b-1bcf-4856-a750-efc6bf2bcca6" xsi:nil="true"/>
  </documentManagement>
</p:properties>
</file>

<file path=customXml/itemProps1.xml><?xml version="1.0" encoding="utf-8"?>
<ds:datastoreItem xmlns:ds="http://schemas.openxmlformats.org/officeDocument/2006/customXml" ds:itemID="{5E1EDCF8-36AE-45E2-ADF3-2132967F78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B25635-AD41-4F4D-922F-A852D26BCF38}"/>
</file>

<file path=customXml/itemProps3.xml><?xml version="1.0" encoding="utf-8"?>
<ds:datastoreItem xmlns:ds="http://schemas.openxmlformats.org/officeDocument/2006/customXml" ds:itemID="{20697225-4AEF-40BB-AEDF-9B8F3904EABB}"/>
</file>

<file path=customXml/itemProps4.xml><?xml version="1.0" encoding="utf-8"?>
<ds:datastoreItem xmlns:ds="http://schemas.openxmlformats.org/officeDocument/2006/customXml" ds:itemID="{99CF9C90-42B4-4AA7-8A65-01B09B518D4D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(5)</Template>
  <TotalTime>1</TotalTime>
  <Pages>2</Pages>
  <Words>298</Words>
  <Characters>1701</Characters>
  <Application>Microsoft Office Word</Application>
  <DocSecurity>2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Madeleine Arel</cp:lastModifiedBy>
  <cp:revision>2</cp:revision>
  <dcterms:created xsi:type="dcterms:W3CDTF">2025-06-26T22:07:00Z</dcterms:created>
  <dcterms:modified xsi:type="dcterms:W3CDTF">2025-06-26T22:08:00Z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0x01010029DB37CB91B52542B6AE2623451322B5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